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A2D95" w14:textId="77777777" w:rsidR="00EB0738" w:rsidRPr="00EB0738" w:rsidRDefault="00EB0738" w:rsidP="00EB0738">
      <w:pPr>
        <w:pStyle w:val="paragraph"/>
        <w:spacing w:before="0" w:beforeAutospacing="0" w:after="0" w:afterAutospacing="0"/>
        <w:textAlignment w:val="baseline"/>
        <w:rPr>
          <w:rFonts w:ascii="Mont SemiBold" w:hAnsi="Mont SemiBold" w:cs="Arial"/>
          <w:b/>
          <w:bCs/>
          <w:sz w:val="28"/>
          <w:szCs w:val="28"/>
        </w:rPr>
      </w:pPr>
      <w:proofErr w:type="spellStart"/>
      <w:r w:rsidRPr="00EB0738">
        <w:rPr>
          <w:rStyle w:val="normaltextrun"/>
          <w:rFonts w:ascii="Mont SemiBold" w:eastAsiaTheme="majorEastAsia" w:hAnsi="Mont SemiBold" w:cs="Arial"/>
          <w:b/>
          <w:bCs/>
          <w:sz w:val="28"/>
          <w:szCs w:val="28"/>
          <w:lang w:val="en"/>
        </w:rPr>
        <w:t>Templafy</w:t>
      </w:r>
      <w:proofErr w:type="spellEnd"/>
      <w:r w:rsidRPr="00EB0738">
        <w:rPr>
          <w:rStyle w:val="normaltextrun"/>
          <w:rFonts w:ascii="Mont SemiBold" w:eastAsiaTheme="majorEastAsia" w:hAnsi="Mont SemiBold" w:cs="Arial"/>
          <w:b/>
          <w:bCs/>
          <w:sz w:val="28"/>
          <w:szCs w:val="28"/>
          <w:lang w:val="en"/>
        </w:rPr>
        <w:t xml:space="preserve"> | About Us</w:t>
      </w:r>
      <w:r w:rsidRPr="00EB0738">
        <w:rPr>
          <w:rStyle w:val="eop"/>
          <w:rFonts w:ascii="Mont SemiBold" w:eastAsiaTheme="majorEastAsia" w:hAnsi="Mont SemiBold" w:cs="Arial"/>
          <w:b/>
          <w:bCs/>
          <w:sz w:val="28"/>
          <w:szCs w:val="28"/>
        </w:rPr>
        <w:t> </w:t>
      </w:r>
    </w:p>
    <w:p w14:paraId="46E381B9" w14:textId="77777777" w:rsidR="00EB0738" w:rsidRPr="00CA4FF5" w:rsidRDefault="00EB0738" w:rsidP="00EB0738">
      <w:pPr>
        <w:pStyle w:val="paragraph"/>
        <w:spacing w:before="0" w:beforeAutospacing="0" w:after="0" w:afterAutospacing="0"/>
        <w:textAlignment w:val="baseline"/>
        <w:rPr>
          <w:rFonts w:ascii="Arial" w:hAnsi="Arial" w:cs="Arial"/>
          <w:sz w:val="18"/>
          <w:szCs w:val="18"/>
        </w:rPr>
      </w:pPr>
      <w:r w:rsidRPr="00CA4FF5">
        <w:rPr>
          <w:rStyle w:val="eop"/>
          <w:rFonts w:ascii="Arial" w:eastAsiaTheme="majorEastAsia" w:hAnsi="Arial" w:cs="Arial"/>
          <w:sz w:val="22"/>
          <w:szCs w:val="22"/>
        </w:rPr>
        <w:t> </w:t>
      </w:r>
    </w:p>
    <w:p w14:paraId="20F472D2" w14:textId="77777777" w:rsidR="00EB0738" w:rsidRPr="00CA4FF5" w:rsidRDefault="00EB0738" w:rsidP="00EB0738">
      <w:pPr>
        <w:pStyle w:val="paragraph"/>
        <w:spacing w:before="0" w:beforeAutospacing="0" w:after="0" w:afterAutospacing="0"/>
        <w:textAlignment w:val="baseline"/>
        <w:rPr>
          <w:rFonts w:ascii="Arial" w:hAnsi="Arial" w:cs="Arial"/>
          <w:sz w:val="18"/>
          <w:szCs w:val="18"/>
        </w:rPr>
      </w:pPr>
      <w:r w:rsidRPr="00CA4FF5">
        <w:rPr>
          <w:rStyle w:val="eop"/>
          <w:rFonts w:ascii="Arial" w:eastAsiaTheme="majorEastAsia" w:hAnsi="Arial" w:cs="Arial"/>
        </w:rPr>
        <w:t> </w:t>
      </w:r>
    </w:p>
    <w:p w14:paraId="5CE5A93F" w14:textId="1EFD4A94" w:rsidR="00EB0738" w:rsidRPr="00EB0738" w:rsidRDefault="00EB0738" w:rsidP="00EB0738">
      <w:pPr>
        <w:pStyle w:val="paragraph"/>
        <w:spacing w:before="0" w:beforeAutospacing="0" w:after="0" w:afterAutospacing="0"/>
        <w:textAlignment w:val="baseline"/>
        <w:rPr>
          <w:rFonts w:ascii="Mont SemiBold" w:hAnsi="Mont SemiBold" w:cs="Arial"/>
          <w:b/>
          <w:bCs/>
          <w:sz w:val="18"/>
          <w:szCs w:val="18"/>
        </w:rPr>
      </w:pPr>
      <w:r w:rsidRPr="00EB0738">
        <w:rPr>
          <w:rStyle w:val="normaltextrun"/>
          <w:rFonts w:ascii="Mont SemiBold" w:eastAsiaTheme="majorEastAsia" w:hAnsi="Mont SemiBold" w:cs="Arial"/>
          <w:b/>
          <w:bCs/>
          <w:lang w:val="en"/>
        </w:rPr>
        <w:t>Long</w:t>
      </w:r>
      <w:r>
        <w:rPr>
          <w:rStyle w:val="eop"/>
          <w:rFonts w:ascii="Mont SemiBold" w:eastAsiaTheme="majorEastAsia" w:hAnsi="Mont SemiBold" w:cs="Arial"/>
          <w:b/>
          <w:bCs/>
        </w:rPr>
        <w:br/>
      </w:r>
    </w:p>
    <w:p w14:paraId="719AB03F" w14:textId="77777777" w:rsidR="00EB0738" w:rsidRPr="00EB0738" w:rsidRDefault="00EB0738" w:rsidP="00EB0738">
      <w:pPr>
        <w:pStyle w:val="paragraph"/>
        <w:spacing w:before="0" w:beforeAutospacing="0" w:after="0" w:afterAutospacing="0"/>
        <w:textAlignment w:val="baseline"/>
        <w:rPr>
          <w:rFonts w:ascii="Open Sans" w:hAnsi="Open Sans" w:cs="Open Sans"/>
          <w:i/>
          <w:iCs/>
          <w:sz w:val="20"/>
          <w:szCs w:val="20"/>
        </w:rPr>
      </w:pPr>
      <w:r w:rsidRPr="00EB0738">
        <w:rPr>
          <w:rStyle w:val="normaltextrun"/>
          <w:rFonts w:ascii="Open Sans" w:eastAsiaTheme="majorEastAsia" w:hAnsi="Open Sans" w:cs="Open Sans"/>
          <w:i/>
          <w:iCs/>
          <w:sz w:val="20"/>
          <w:szCs w:val="20"/>
          <w:lang w:val="en"/>
        </w:rPr>
        <w:t>Use cases: PR, award submissions, events</w:t>
      </w:r>
      <w:r w:rsidRPr="00EB0738">
        <w:rPr>
          <w:rStyle w:val="eop"/>
          <w:rFonts w:ascii="Open Sans" w:eastAsiaTheme="majorEastAsia" w:hAnsi="Open Sans" w:cs="Open Sans"/>
          <w:i/>
          <w:iCs/>
          <w:sz w:val="20"/>
          <w:szCs w:val="20"/>
        </w:rPr>
        <w:t> </w:t>
      </w:r>
    </w:p>
    <w:p w14:paraId="56686356"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eop"/>
          <w:rFonts w:ascii="Open Sans" w:eastAsiaTheme="majorEastAsia" w:hAnsi="Open Sans" w:cs="Open Sans"/>
          <w:sz w:val="20"/>
          <w:szCs w:val="20"/>
        </w:rPr>
        <w:t> </w:t>
      </w:r>
    </w:p>
    <w:p w14:paraId="7DB7BD38" w14:textId="77777777" w:rsidR="00EB0738" w:rsidRPr="00EB0738" w:rsidRDefault="00EB0738" w:rsidP="00EB0738">
      <w:pPr>
        <w:pStyle w:val="paragraph"/>
        <w:spacing w:before="0" w:beforeAutospacing="0" w:after="0" w:afterAutospacing="0"/>
        <w:textAlignment w:val="baseline"/>
        <w:rPr>
          <w:rStyle w:val="eop"/>
          <w:rFonts w:ascii="Open Sans" w:eastAsiaTheme="majorEastAsia" w:hAnsi="Open Sans" w:cs="Open Sans"/>
          <w:sz w:val="20"/>
          <w:szCs w:val="20"/>
        </w:rPr>
      </w:pP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uses automation and AI to remove risk, increase efficiency and enable better document creation at any complexity and scale.</w:t>
      </w:r>
      <w:r w:rsidRPr="00EB0738">
        <w:rPr>
          <w:rStyle w:val="eop"/>
          <w:rFonts w:ascii="Open Sans" w:eastAsiaTheme="majorEastAsia" w:hAnsi="Open Sans" w:cs="Open Sans"/>
          <w:sz w:val="20"/>
          <w:szCs w:val="20"/>
        </w:rPr>
        <w:t> </w:t>
      </w:r>
      <w:r w:rsidRPr="00EB0738">
        <w:rPr>
          <w:rStyle w:val="normaltextrun"/>
          <w:rFonts w:ascii="Open Sans" w:eastAsiaTheme="majorEastAsia" w:hAnsi="Open Sans" w:cs="Open Sans"/>
          <w:sz w:val="20"/>
          <w:szCs w:val="20"/>
          <w:lang w:val="en"/>
        </w:rPr>
        <w:t>Our document generation platform eliminates the manual document work that prevents millions of workers within enterprise organizations from focusing on the work that creates the most value – the work they were hired to do.</w:t>
      </w:r>
      <w:r w:rsidRPr="00EB0738">
        <w:rPr>
          <w:rStyle w:val="eop"/>
          <w:rFonts w:ascii="Open Sans" w:eastAsiaTheme="majorEastAsia" w:hAnsi="Open Sans" w:cs="Open Sans"/>
          <w:sz w:val="20"/>
          <w:szCs w:val="20"/>
        </w:rPr>
        <w:t> </w:t>
      </w:r>
    </w:p>
    <w:p w14:paraId="0CE30B87" w14:textId="77777777" w:rsidR="00EB0738" w:rsidRPr="00EB0738" w:rsidRDefault="00EB0738" w:rsidP="00EB0738">
      <w:pPr>
        <w:pStyle w:val="paragraph"/>
        <w:spacing w:before="0" w:beforeAutospacing="0" w:after="0" w:afterAutospacing="0"/>
        <w:textAlignment w:val="baseline"/>
        <w:rPr>
          <w:rStyle w:val="eop"/>
          <w:rFonts w:ascii="Open Sans" w:eastAsiaTheme="majorEastAsia" w:hAnsi="Open Sans" w:cs="Open Sans"/>
          <w:sz w:val="20"/>
          <w:szCs w:val="20"/>
        </w:rPr>
      </w:pPr>
    </w:p>
    <w:p w14:paraId="7D3DE905" w14:textId="77777777" w:rsidR="00EB0738" w:rsidRPr="00EB0738" w:rsidRDefault="00EB0738" w:rsidP="00EB0738">
      <w:pPr>
        <w:spacing w:line="240" w:lineRule="auto"/>
        <w:rPr>
          <w:rFonts w:eastAsia="Times New Roman" w:cs="Open Sans"/>
          <w:szCs w:val="20"/>
          <w:lang w:bidi="km-KH"/>
        </w:rPr>
      </w:pPr>
      <w:r w:rsidRPr="00EB0738">
        <w:rPr>
          <w:rFonts w:eastAsia="Times New Roman" w:cs="Open Sans"/>
          <w:szCs w:val="20"/>
          <w:lang w:bidi="km-KH"/>
        </w:rPr>
        <w:t xml:space="preserve">The companies we work with rely on business documents to convey knowledge and drive business results. For them, business documents are key to accelerating revenue and influencing how they are perceived in the market. Knowledge is their finest asset, but it is translated into value and sold via business documents. That’s why quality, accuracy and consistency is top priority for these companies. And that’s why they trust us to automate how documents are created, edited and delivered. </w:t>
      </w:r>
    </w:p>
    <w:p w14:paraId="4B2160BF"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p>
    <w:p w14:paraId="5A8969DC"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Fonts w:ascii="Open Sans" w:hAnsi="Open Sans" w:cs="Open Sans"/>
          <w:sz w:val="20"/>
          <w:szCs w:val="20"/>
        </w:rPr>
        <w:t>From immediate access to on-brand, compliant company templates directly within Microsoft 365, to the automated compilation of sales proposals in Salesforce harnessing the power of managed AI, our platform enables employees to create business documents faster so they can focus on the work that matters.</w:t>
      </w:r>
    </w:p>
    <w:p w14:paraId="64AEFB08"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eop"/>
          <w:rFonts w:ascii="Open Sans" w:eastAsiaTheme="majorEastAsia" w:hAnsi="Open Sans" w:cs="Open Sans"/>
          <w:sz w:val="20"/>
          <w:szCs w:val="20"/>
        </w:rPr>
        <w:t> </w:t>
      </w:r>
    </w:p>
    <w:p w14:paraId="27E14124"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normaltextrun"/>
          <w:rFonts w:ascii="Open Sans" w:eastAsiaTheme="majorEastAsia" w:hAnsi="Open Sans" w:cs="Open Sans"/>
          <w:sz w:val="20"/>
          <w:szCs w:val="20"/>
          <w:lang w:val="en"/>
        </w:rPr>
        <w:t xml:space="preserve">Founded in Denmark in 2014, </w:t>
      </w: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is a global organization with offices across Europe and in the US. </w:t>
      </w: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supports over 4m users and works with enterprise customers like KPMG, IKEA, and BDO to eliminate manual document work from their organizations.</w:t>
      </w:r>
      <w:r w:rsidRPr="00EB0738">
        <w:rPr>
          <w:rStyle w:val="eop"/>
          <w:rFonts w:ascii="Open Sans" w:eastAsiaTheme="majorEastAsia" w:hAnsi="Open Sans" w:cs="Open Sans"/>
          <w:sz w:val="20"/>
          <w:szCs w:val="20"/>
        </w:rPr>
        <w:t> </w:t>
      </w:r>
    </w:p>
    <w:p w14:paraId="078CD6C0"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eop"/>
          <w:rFonts w:ascii="Open Sans" w:eastAsiaTheme="majorEastAsia" w:hAnsi="Open Sans" w:cs="Open Sans"/>
          <w:sz w:val="20"/>
          <w:szCs w:val="20"/>
        </w:rPr>
        <w:t> </w:t>
      </w:r>
    </w:p>
    <w:p w14:paraId="411740F7"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normaltextrun"/>
          <w:rFonts w:ascii="Open Sans" w:eastAsiaTheme="majorEastAsia" w:hAnsi="Open Sans" w:cs="Open Sans"/>
          <w:sz w:val="20"/>
          <w:szCs w:val="20"/>
          <w:lang w:val="en"/>
        </w:rPr>
        <w:t xml:space="preserve">For more information on </w:t>
      </w:r>
      <w:proofErr w:type="spellStart"/>
      <w:r w:rsidRPr="00EB0738">
        <w:rPr>
          <w:rStyle w:val="normaltextrun"/>
          <w:rFonts w:ascii="Open Sans" w:eastAsiaTheme="majorEastAsia" w:hAnsi="Open Sans" w:cs="Open Sans"/>
          <w:sz w:val="20"/>
          <w:szCs w:val="20"/>
          <w:lang w:val="en"/>
        </w:rPr>
        <w:t>Templafy's</w:t>
      </w:r>
      <w:proofErr w:type="spellEnd"/>
      <w:r w:rsidRPr="00EB0738">
        <w:rPr>
          <w:rStyle w:val="normaltextrun"/>
          <w:rFonts w:ascii="Open Sans" w:eastAsiaTheme="majorEastAsia" w:hAnsi="Open Sans" w:cs="Open Sans"/>
          <w:sz w:val="20"/>
          <w:szCs w:val="20"/>
          <w:lang w:val="en"/>
        </w:rPr>
        <w:t xml:space="preserve"> product and company, visit </w:t>
      </w:r>
      <w:hyperlink r:id="rId10" w:tgtFrame="_blank" w:history="1">
        <w:r w:rsidRPr="00EB0738">
          <w:rPr>
            <w:rStyle w:val="normaltextrun"/>
            <w:rFonts w:ascii="Open Sans" w:eastAsiaTheme="majorEastAsia" w:hAnsi="Open Sans" w:cs="Open Sans"/>
            <w:sz w:val="20"/>
            <w:szCs w:val="20"/>
            <w:u w:val="single"/>
            <w:lang w:val="en"/>
          </w:rPr>
          <w:t>www.templafy.com</w:t>
        </w:r>
      </w:hyperlink>
      <w:r w:rsidRPr="00EB0738">
        <w:rPr>
          <w:rStyle w:val="normaltextrun"/>
          <w:rFonts w:ascii="Open Sans" w:eastAsiaTheme="majorEastAsia" w:hAnsi="Open Sans" w:cs="Open Sans"/>
          <w:sz w:val="20"/>
          <w:szCs w:val="20"/>
          <w:lang w:val="en"/>
        </w:rPr>
        <w:t>.</w:t>
      </w:r>
      <w:r w:rsidRPr="00EB0738">
        <w:rPr>
          <w:rStyle w:val="eop"/>
          <w:rFonts w:ascii="Open Sans" w:eastAsiaTheme="majorEastAsia" w:hAnsi="Open Sans" w:cs="Open Sans"/>
          <w:sz w:val="20"/>
          <w:szCs w:val="20"/>
        </w:rPr>
        <w:t> </w:t>
      </w:r>
    </w:p>
    <w:p w14:paraId="34242CEE" w14:textId="77777777" w:rsidR="00EB0738" w:rsidRPr="00CA4FF5" w:rsidRDefault="00EB0738" w:rsidP="00EB0738">
      <w:pPr>
        <w:pStyle w:val="paragraph"/>
        <w:spacing w:before="0" w:beforeAutospacing="0" w:after="0" w:afterAutospacing="0"/>
        <w:textAlignment w:val="baseline"/>
        <w:rPr>
          <w:rFonts w:ascii="Arial" w:hAnsi="Arial" w:cs="Arial"/>
          <w:color w:val="FF0000"/>
          <w:sz w:val="18"/>
          <w:szCs w:val="18"/>
        </w:rPr>
      </w:pPr>
      <w:r w:rsidRPr="00CA4FF5">
        <w:rPr>
          <w:rStyle w:val="eop"/>
          <w:rFonts w:ascii="Arial" w:eastAsiaTheme="majorEastAsia" w:hAnsi="Arial" w:cs="Arial"/>
          <w:color w:val="FF0000"/>
          <w:sz w:val="22"/>
          <w:szCs w:val="22"/>
        </w:rPr>
        <w:t> </w:t>
      </w:r>
    </w:p>
    <w:p w14:paraId="6ADC8132" w14:textId="77777777" w:rsidR="00EB0738" w:rsidRDefault="00EB0738" w:rsidP="00EB0738">
      <w:pPr>
        <w:pStyle w:val="paragraph"/>
        <w:spacing w:before="0" w:beforeAutospacing="0" w:after="0" w:afterAutospacing="0"/>
        <w:textAlignment w:val="baseline"/>
        <w:rPr>
          <w:rStyle w:val="eop"/>
          <w:rFonts w:ascii="Mont SemiBold" w:eastAsiaTheme="majorEastAsia" w:hAnsi="Mont SemiBold" w:cs="Arial"/>
          <w:b/>
          <w:bCs/>
        </w:rPr>
      </w:pPr>
      <w:r w:rsidRPr="00EB0738">
        <w:rPr>
          <w:rStyle w:val="normaltextrun"/>
          <w:rFonts w:ascii="Mont SemiBold" w:eastAsiaTheme="majorEastAsia" w:hAnsi="Mont SemiBold" w:cs="Arial"/>
          <w:b/>
          <w:bCs/>
          <w:lang w:val="en"/>
        </w:rPr>
        <w:t>Short</w:t>
      </w:r>
      <w:r w:rsidRPr="00EB0738">
        <w:rPr>
          <w:rStyle w:val="eop"/>
          <w:rFonts w:ascii="Mont SemiBold" w:eastAsiaTheme="majorEastAsia" w:hAnsi="Mont SemiBold" w:cs="Arial"/>
          <w:b/>
          <w:bCs/>
        </w:rPr>
        <w:t> </w:t>
      </w:r>
    </w:p>
    <w:p w14:paraId="7E518A89" w14:textId="77777777" w:rsidR="00EB0738" w:rsidRPr="00EB0738" w:rsidRDefault="00EB0738" w:rsidP="00EB0738">
      <w:pPr>
        <w:pStyle w:val="paragraph"/>
        <w:spacing w:before="0" w:beforeAutospacing="0" w:after="0" w:afterAutospacing="0"/>
        <w:textAlignment w:val="baseline"/>
        <w:rPr>
          <w:rFonts w:ascii="Mont SemiBold" w:hAnsi="Mont SemiBold" w:cs="Arial"/>
          <w:b/>
          <w:bCs/>
          <w:sz w:val="18"/>
          <w:szCs w:val="18"/>
        </w:rPr>
      </w:pPr>
    </w:p>
    <w:p w14:paraId="28555A18" w14:textId="77777777" w:rsidR="00EB0738" w:rsidRPr="00EB0738" w:rsidRDefault="00EB0738" w:rsidP="00EB0738">
      <w:pPr>
        <w:pStyle w:val="paragraph"/>
        <w:spacing w:before="0" w:beforeAutospacing="0" w:after="0" w:afterAutospacing="0"/>
        <w:textAlignment w:val="baseline"/>
        <w:rPr>
          <w:rFonts w:ascii="Open Sans" w:hAnsi="Open Sans" w:cs="Open Sans"/>
          <w:i/>
          <w:iCs/>
          <w:sz w:val="20"/>
          <w:szCs w:val="20"/>
        </w:rPr>
      </w:pPr>
      <w:r w:rsidRPr="00EB0738">
        <w:rPr>
          <w:rStyle w:val="normaltextrun"/>
          <w:rFonts w:ascii="Open Sans" w:eastAsiaTheme="majorEastAsia" w:hAnsi="Open Sans" w:cs="Open Sans"/>
          <w:i/>
          <w:iCs/>
          <w:sz w:val="20"/>
          <w:szCs w:val="20"/>
          <w:lang w:val="en"/>
        </w:rPr>
        <w:t>Use cases: Review sites, listing sites, speaker bios, award bios, event collateral</w:t>
      </w:r>
      <w:r w:rsidRPr="00EB0738">
        <w:rPr>
          <w:rStyle w:val="eop"/>
          <w:rFonts w:ascii="Open Sans" w:eastAsiaTheme="majorEastAsia" w:hAnsi="Open Sans" w:cs="Open Sans"/>
          <w:i/>
          <w:iCs/>
          <w:sz w:val="20"/>
          <w:szCs w:val="20"/>
        </w:rPr>
        <w:t> </w:t>
      </w:r>
    </w:p>
    <w:p w14:paraId="6D6E1904"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eop"/>
          <w:rFonts w:ascii="Open Sans" w:eastAsiaTheme="majorEastAsia" w:hAnsi="Open Sans" w:cs="Open Sans"/>
          <w:sz w:val="20"/>
          <w:szCs w:val="20"/>
        </w:rPr>
        <w:t> </w:t>
      </w:r>
    </w:p>
    <w:p w14:paraId="33C2A78A" w14:textId="77777777" w:rsidR="00EB0738" w:rsidRPr="00EB0738" w:rsidRDefault="00EB0738" w:rsidP="00EB0738">
      <w:pPr>
        <w:pStyle w:val="paragraph"/>
        <w:spacing w:before="0" w:beforeAutospacing="0" w:after="0" w:afterAutospacing="0"/>
        <w:textAlignment w:val="baseline"/>
        <w:rPr>
          <w:rStyle w:val="normaltextrun"/>
          <w:rFonts w:ascii="Open Sans" w:eastAsiaTheme="majorEastAsia" w:hAnsi="Open Sans" w:cs="Open Sans"/>
          <w:sz w:val="20"/>
          <w:szCs w:val="20"/>
          <w:lang w:val="en"/>
        </w:rPr>
      </w:pP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is the document generation platform that automates documents and manages AI to remove risk and increase efficiency for over 800 organizations globally.</w:t>
      </w:r>
    </w:p>
    <w:p w14:paraId="4DA220FD" w14:textId="77777777" w:rsidR="00EB0738" w:rsidRPr="00EB0738" w:rsidRDefault="00EB0738" w:rsidP="00EB0738">
      <w:pPr>
        <w:pStyle w:val="paragraph"/>
        <w:spacing w:before="0" w:beforeAutospacing="0" w:after="0" w:afterAutospacing="0"/>
        <w:textAlignment w:val="baseline"/>
        <w:rPr>
          <w:rStyle w:val="normaltextrun"/>
          <w:rFonts w:ascii="Open Sans" w:eastAsiaTheme="majorEastAsia" w:hAnsi="Open Sans" w:cs="Open Sans"/>
          <w:sz w:val="20"/>
          <w:szCs w:val="20"/>
          <w:lang w:val="en"/>
        </w:rPr>
      </w:pPr>
    </w:p>
    <w:p w14:paraId="5FD86B2A" w14:textId="77777777" w:rsidR="00EB0738" w:rsidRPr="00EB0738" w:rsidRDefault="00EB0738" w:rsidP="00EB0738">
      <w:pPr>
        <w:pStyle w:val="paragraph"/>
        <w:spacing w:before="0" w:beforeAutospacing="0" w:after="0" w:afterAutospacing="0"/>
        <w:textAlignment w:val="baseline"/>
        <w:rPr>
          <w:rStyle w:val="normaltextrun"/>
          <w:rFonts w:ascii="Open Sans" w:eastAsiaTheme="majorEastAsia" w:hAnsi="Open Sans" w:cs="Open Sans"/>
          <w:sz w:val="20"/>
          <w:szCs w:val="20"/>
          <w:lang w:val="en"/>
        </w:rPr>
      </w:pPr>
      <w:r w:rsidRPr="00EB0738">
        <w:rPr>
          <w:rStyle w:val="normaltextrun"/>
          <w:rFonts w:ascii="Open Sans" w:eastAsiaTheme="majorEastAsia" w:hAnsi="Open Sans" w:cs="Open Sans"/>
          <w:sz w:val="20"/>
          <w:szCs w:val="20"/>
          <w:lang w:val="en"/>
        </w:rPr>
        <w:t xml:space="preserve">We eliminate the manual document work that prevents millions of workers from focusing on the work that creates the most value – the work they were hired to do. </w:t>
      </w:r>
    </w:p>
    <w:p w14:paraId="0C94219F" w14:textId="77777777" w:rsidR="00EB0738" w:rsidRPr="00EB0738" w:rsidRDefault="00EB0738" w:rsidP="00EB0738">
      <w:pPr>
        <w:pStyle w:val="paragraph"/>
        <w:spacing w:before="0" w:beforeAutospacing="0" w:after="0" w:afterAutospacing="0"/>
        <w:textAlignment w:val="baseline"/>
        <w:rPr>
          <w:rStyle w:val="normaltextrun"/>
          <w:rFonts w:ascii="Open Sans" w:eastAsiaTheme="majorEastAsia" w:hAnsi="Open Sans" w:cs="Open Sans"/>
          <w:sz w:val="20"/>
          <w:szCs w:val="20"/>
          <w:lang w:val="en"/>
        </w:rPr>
      </w:pPr>
      <w:r w:rsidRPr="00EB0738">
        <w:rPr>
          <w:rStyle w:val="normaltextrun"/>
          <w:rFonts w:ascii="Open Sans" w:eastAsiaTheme="majorEastAsia" w:hAnsi="Open Sans" w:cs="Open Sans"/>
          <w:sz w:val="20"/>
          <w:szCs w:val="20"/>
          <w:lang w:val="en"/>
        </w:rPr>
        <w:t> </w:t>
      </w:r>
    </w:p>
    <w:p w14:paraId="29DA91CD" w14:textId="77777777" w:rsidR="00EB0738" w:rsidRPr="00EB0738" w:rsidRDefault="00EB0738" w:rsidP="00EB0738">
      <w:pPr>
        <w:pStyle w:val="paragraph"/>
        <w:spacing w:before="0" w:beforeAutospacing="0" w:after="0" w:afterAutospacing="0"/>
        <w:textAlignment w:val="baseline"/>
        <w:rPr>
          <w:rStyle w:val="normaltextrun"/>
          <w:rFonts w:ascii="Open Sans" w:eastAsiaTheme="majorEastAsia" w:hAnsi="Open Sans" w:cs="Open Sans"/>
          <w:sz w:val="20"/>
          <w:szCs w:val="20"/>
          <w:lang w:val="en"/>
        </w:rPr>
      </w:pPr>
      <w:r w:rsidRPr="00EB0738">
        <w:rPr>
          <w:rStyle w:val="normaltextrun"/>
          <w:rFonts w:ascii="Open Sans" w:eastAsiaTheme="majorEastAsia" w:hAnsi="Open Sans" w:cs="Open Sans"/>
          <w:sz w:val="20"/>
          <w:szCs w:val="20"/>
          <w:lang w:val="en"/>
        </w:rPr>
        <w:t>From immediate access to on-brand, compliant company templates directly within Microsoft 365, to the automated compilation of sales proposals in Salesforce harnessing the power of Managed AI, our platform enables employees to create business documents faster so they can focus on the work that matters.</w:t>
      </w:r>
    </w:p>
    <w:p w14:paraId="4118326D"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eop"/>
          <w:rFonts w:ascii="Open Sans" w:eastAsiaTheme="majorEastAsia" w:hAnsi="Open Sans" w:cs="Open Sans"/>
          <w:sz w:val="20"/>
          <w:szCs w:val="20"/>
        </w:rPr>
        <w:t> </w:t>
      </w:r>
    </w:p>
    <w:p w14:paraId="585347FA"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normaltextrun"/>
          <w:rFonts w:ascii="Open Sans" w:eastAsiaTheme="majorEastAsia" w:hAnsi="Open Sans" w:cs="Open Sans"/>
          <w:sz w:val="20"/>
          <w:szCs w:val="20"/>
          <w:lang w:val="en"/>
        </w:rPr>
        <w:t xml:space="preserve">Founded in Denmark in 2014, </w:t>
      </w: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is a global organization with offices across Europe and in the US. </w:t>
      </w:r>
      <w:proofErr w:type="spellStart"/>
      <w:r w:rsidRPr="00EB0738">
        <w:rPr>
          <w:rStyle w:val="normaltextrun"/>
          <w:rFonts w:ascii="Open Sans" w:eastAsiaTheme="majorEastAsia" w:hAnsi="Open Sans" w:cs="Open Sans"/>
          <w:sz w:val="20"/>
          <w:szCs w:val="20"/>
          <w:lang w:val="en"/>
        </w:rPr>
        <w:t>Templafy</w:t>
      </w:r>
      <w:proofErr w:type="spellEnd"/>
      <w:r w:rsidRPr="00EB0738">
        <w:rPr>
          <w:rStyle w:val="normaltextrun"/>
          <w:rFonts w:ascii="Open Sans" w:eastAsiaTheme="majorEastAsia" w:hAnsi="Open Sans" w:cs="Open Sans"/>
          <w:sz w:val="20"/>
          <w:szCs w:val="20"/>
          <w:lang w:val="en"/>
        </w:rPr>
        <w:t xml:space="preserve"> supports over 4m users and works with enterprise customers like KPMG, IKEA, and BDO to eliminate manual document work from their organizations.</w:t>
      </w:r>
      <w:r w:rsidRPr="00EB0738">
        <w:rPr>
          <w:rStyle w:val="eop"/>
          <w:rFonts w:ascii="Open Sans" w:eastAsiaTheme="majorEastAsia" w:hAnsi="Open Sans" w:cs="Open Sans"/>
          <w:sz w:val="20"/>
          <w:szCs w:val="20"/>
        </w:rPr>
        <w:t> </w:t>
      </w:r>
    </w:p>
    <w:p w14:paraId="0DFD2D7F" w14:textId="77777777" w:rsidR="00EB0738" w:rsidRPr="00CA4FF5" w:rsidRDefault="00EB0738" w:rsidP="00EB0738">
      <w:pPr>
        <w:pStyle w:val="paragraph"/>
        <w:spacing w:before="0" w:beforeAutospacing="0" w:after="0" w:afterAutospacing="0"/>
        <w:textAlignment w:val="baseline"/>
        <w:rPr>
          <w:rStyle w:val="normaltextrun"/>
          <w:rFonts w:ascii="Arial" w:eastAsiaTheme="majorEastAsia" w:hAnsi="Arial" w:cs="Arial"/>
          <w:b/>
          <w:bCs/>
          <w:color w:val="FF0000"/>
        </w:rPr>
      </w:pPr>
    </w:p>
    <w:p w14:paraId="44C71549" w14:textId="77777777" w:rsidR="00EB0738" w:rsidRPr="00CA4FF5" w:rsidRDefault="00EB0738" w:rsidP="00EB0738">
      <w:pPr>
        <w:pStyle w:val="paragraph"/>
        <w:spacing w:before="0" w:beforeAutospacing="0" w:after="0" w:afterAutospacing="0"/>
        <w:textAlignment w:val="baseline"/>
        <w:rPr>
          <w:rStyle w:val="normaltextrun"/>
          <w:rFonts w:ascii="Arial" w:eastAsiaTheme="majorEastAsia" w:hAnsi="Arial" w:cs="Arial"/>
          <w:b/>
          <w:bCs/>
          <w:color w:val="FF0000"/>
          <w:lang w:val="en"/>
        </w:rPr>
      </w:pPr>
    </w:p>
    <w:p w14:paraId="24887B8C" w14:textId="77777777" w:rsidR="00EB0738" w:rsidRPr="00797BA1" w:rsidRDefault="00EB0738" w:rsidP="00EB0738">
      <w:pPr>
        <w:pStyle w:val="paragraph"/>
        <w:spacing w:before="0" w:beforeAutospacing="0" w:after="0" w:afterAutospacing="0"/>
        <w:textAlignment w:val="baseline"/>
        <w:rPr>
          <w:rStyle w:val="normaltextrun"/>
          <w:rFonts w:ascii="Arial" w:eastAsiaTheme="majorEastAsia" w:hAnsi="Arial" w:cs="Arial"/>
          <w:b/>
          <w:bCs/>
          <w:color w:val="FF0000"/>
          <w:lang w:val="en"/>
        </w:rPr>
      </w:pPr>
    </w:p>
    <w:p w14:paraId="22F85E29" w14:textId="77777777" w:rsidR="00EB0738" w:rsidRPr="00797BA1" w:rsidRDefault="00EB0738" w:rsidP="00EB0738">
      <w:pPr>
        <w:pStyle w:val="paragraph"/>
        <w:spacing w:before="0" w:beforeAutospacing="0" w:after="0" w:afterAutospacing="0"/>
        <w:textAlignment w:val="baseline"/>
        <w:rPr>
          <w:rStyle w:val="normaltextrun"/>
          <w:rFonts w:ascii="Arial" w:eastAsiaTheme="majorEastAsia" w:hAnsi="Arial" w:cs="Arial"/>
          <w:b/>
          <w:bCs/>
          <w:color w:val="FF0000"/>
          <w:lang w:val="en"/>
        </w:rPr>
      </w:pPr>
    </w:p>
    <w:p w14:paraId="2D411C7E" w14:textId="5D39B469" w:rsidR="00EB0738" w:rsidRPr="00EB0738" w:rsidRDefault="00EB0738" w:rsidP="00EB0738">
      <w:pPr>
        <w:pStyle w:val="paragraph"/>
        <w:spacing w:before="0" w:beforeAutospacing="0" w:after="0" w:afterAutospacing="0"/>
        <w:textAlignment w:val="baseline"/>
        <w:rPr>
          <w:rFonts w:ascii="Mont SemiBold" w:hAnsi="Mont SemiBold" w:cs="Segoe UI"/>
          <w:b/>
          <w:bCs/>
          <w:sz w:val="18"/>
          <w:szCs w:val="18"/>
        </w:rPr>
      </w:pPr>
      <w:r w:rsidRPr="00EB0738">
        <w:rPr>
          <w:rStyle w:val="normaltextrun"/>
          <w:rFonts w:ascii="Mont SemiBold" w:eastAsiaTheme="majorEastAsia" w:hAnsi="Mont SemiBold" w:cs="Arial"/>
          <w:b/>
          <w:bCs/>
          <w:lang w:val="en"/>
        </w:rPr>
        <w:lastRenderedPageBreak/>
        <w:t>Micro (under 150 characters)</w:t>
      </w:r>
      <w:r w:rsidRPr="00EB0738">
        <w:rPr>
          <w:rStyle w:val="eop"/>
          <w:rFonts w:ascii="Mont SemiBold" w:eastAsiaTheme="majorEastAsia" w:hAnsi="Mont SemiBold" w:cs="Arial"/>
          <w:b/>
          <w:bCs/>
        </w:rPr>
        <w:t> </w:t>
      </w:r>
      <w:r>
        <w:rPr>
          <w:rStyle w:val="eop"/>
          <w:rFonts w:ascii="Mont SemiBold" w:eastAsiaTheme="majorEastAsia" w:hAnsi="Mont SemiBold" w:cs="Arial"/>
          <w:b/>
          <w:bCs/>
        </w:rPr>
        <w:br/>
      </w:r>
    </w:p>
    <w:p w14:paraId="35EEE032" w14:textId="77777777" w:rsidR="00EB0738" w:rsidRPr="00EB0738" w:rsidRDefault="00EB0738" w:rsidP="00EB0738">
      <w:pPr>
        <w:pStyle w:val="paragraph"/>
        <w:spacing w:before="0" w:beforeAutospacing="0" w:after="0" w:afterAutospacing="0"/>
        <w:textAlignment w:val="baseline"/>
        <w:rPr>
          <w:rFonts w:ascii="Open Sans" w:hAnsi="Open Sans" w:cs="Open Sans"/>
          <w:sz w:val="20"/>
          <w:szCs w:val="20"/>
        </w:rPr>
      </w:pPr>
      <w:r w:rsidRPr="00EB0738">
        <w:rPr>
          <w:rStyle w:val="normaltextrun"/>
          <w:rFonts w:ascii="Open Sans" w:eastAsiaTheme="majorEastAsia" w:hAnsi="Open Sans" w:cs="Open Sans"/>
          <w:i/>
          <w:iCs/>
          <w:sz w:val="20"/>
          <w:szCs w:val="20"/>
          <w:lang w:val="en"/>
        </w:rPr>
        <w:t xml:space="preserve">Use cases: </w:t>
      </w:r>
      <w:proofErr w:type="gramStart"/>
      <w:r w:rsidRPr="00EB0738">
        <w:rPr>
          <w:rStyle w:val="normaltextrun"/>
          <w:rFonts w:ascii="Open Sans" w:eastAsiaTheme="majorEastAsia" w:hAnsi="Open Sans" w:cs="Open Sans"/>
          <w:i/>
          <w:iCs/>
          <w:sz w:val="20"/>
          <w:szCs w:val="20"/>
          <w:lang w:val="en"/>
        </w:rPr>
        <w:t>Social media</w:t>
      </w:r>
      <w:proofErr w:type="gramEnd"/>
      <w:r w:rsidRPr="00EB0738">
        <w:rPr>
          <w:rStyle w:val="normaltextrun"/>
          <w:rFonts w:ascii="Open Sans" w:eastAsiaTheme="majorEastAsia" w:hAnsi="Open Sans" w:cs="Open Sans"/>
          <w:i/>
          <w:iCs/>
          <w:sz w:val="20"/>
          <w:szCs w:val="20"/>
          <w:lang w:val="en"/>
        </w:rPr>
        <w:t>, review sites, listings</w:t>
      </w:r>
      <w:r w:rsidRPr="00EB0738">
        <w:rPr>
          <w:rStyle w:val="eop"/>
          <w:rFonts w:ascii="Open Sans" w:eastAsiaTheme="majorEastAsia" w:hAnsi="Open Sans" w:cs="Open Sans"/>
          <w:sz w:val="20"/>
          <w:szCs w:val="20"/>
        </w:rPr>
        <w:t> </w:t>
      </w:r>
    </w:p>
    <w:p w14:paraId="281BB083" w14:textId="77777777" w:rsidR="00EB0738" w:rsidRPr="00797BA1" w:rsidRDefault="00EB0738" w:rsidP="00EB0738">
      <w:pPr>
        <w:pStyle w:val="paragraph"/>
        <w:spacing w:before="0" w:beforeAutospacing="0" w:after="0" w:afterAutospacing="0"/>
        <w:textAlignment w:val="baseline"/>
        <w:rPr>
          <w:rFonts w:ascii="Segoe UI" w:hAnsi="Segoe UI" w:cs="Segoe UI"/>
          <w:sz w:val="18"/>
          <w:szCs w:val="18"/>
        </w:rPr>
      </w:pPr>
      <w:r w:rsidRPr="00797BA1">
        <w:rPr>
          <w:rStyle w:val="eop"/>
          <w:rFonts w:ascii="Arial" w:eastAsiaTheme="majorEastAsia" w:hAnsi="Arial" w:cs="Arial"/>
          <w:sz w:val="22"/>
          <w:szCs w:val="22"/>
        </w:rPr>
        <w:t> </w:t>
      </w:r>
    </w:p>
    <w:p w14:paraId="494F5CF8" w14:textId="77777777" w:rsidR="00EB0738" w:rsidRPr="00797BA1" w:rsidRDefault="00EB0738" w:rsidP="00EB0738">
      <w:pPr>
        <w:spacing w:line="240" w:lineRule="auto"/>
      </w:pPr>
      <w:proofErr w:type="spellStart"/>
      <w:r w:rsidRPr="00B436BB">
        <w:t>Templafy</w:t>
      </w:r>
      <w:proofErr w:type="spellEnd"/>
      <w:r w:rsidRPr="00B436BB">
        <w:t xml:space="preserve"> is </w:t>
      </w:r>
      <w:r w:rsidRPr="00797BA1">
        <w:t xml:space="preserve">the </w:t>
      </w:r>
      <w:r w:rsidRPr="00B436BB">
        <w:t>document generation platform that automates documents and manages AI to remove risk and increase efficiency for over 800 organizations globally.</w:t>
      </w:r>
    </w:p>
    <w:p w14:paraId="04AE6599" w14:textId="77777777" w:rsidR="00EB0738" w:rsidRPr="00797BA1" w:rsidRDefault="00EB0738" w:rsidP="00EB0738">
      <w:pPr>
        <w:pStyle w:val="paragraph"/>
        <w:spacing w:before="0" w:beforeAutospacing="0" w:after="0" w:afterAutospacing="0"/>
        <w:textAlignment w:val="baseline"/>
        <w:rPr>
          <w:rFonts w:ascii="Segoe UI" w:hAnsi="Segoe UI" w:cs="Segoe UI"/>
          <w:sz w:val="18"/>
          <w:szCs w:val="18"/>
        </w:rPr>
      </w:pPr>
      <w:r w:rsidRPr="00797BA1">
        <w:rPr>
          <w:rStyle w:val="eop"/>
          <w:rFonts w:ascii="Arial" w:eastAsiaTheme="majorEastAsia" w:hAnsi="Arial" w:cs="Arial"/>
          <w:sz w:val="22"/>
          <w:szCs w:val="22"/>
        </w:rPr>
        <w:t> </w:t>
      </w:r>
    </w:p>
    <w:p w14:paraId="317C4758" w14:textId="77777777" w:rsidR="00EB0738" w:rsidRPr="00797BA1" w:rsidRDefault="00EB0738" w:rsidP="00EB0738">
      <w:pPr>
        <w:pStyle w:val="paragraph"/>
        <w:spacing w:before="0" w:beforeAutospacing="0" w:after="0" w:afterAutospacing="0"/>
        <w:textAlignment w:val="baseline"/>
        <w:rPr>
          <w:rFonts w:ascii="Segoe UI" w:hAnsi="Segoe UI" w:cs="Segoe UI"/>
          <w:sz w:val="18"/>
          <w:szCs w:val="18"/>
        </w:rPr>
      </w:pPr>
      <w:r w:rsidRPr="00797BA1">
        <w:rPr>
          <w:rStyle w:val="eop"/>
          <w:rFonts w:ascii="Arial" w:eastAsiaTheme="majorEastAsia" w:hAnsi="Arial" w:cs="Arial"/>
          <w:sz w:val="22"/>
          <w:szCs w:val="22"/>
        </w:rPr>
        <w:t> </w:t>
      </w:r>
    </w:p>
    <w:p w14:paraId="07C9CD9E" w14:textId="77777777" w:rsidR="00EB0738" w:rsidRPr="00EB0738" w:rsidRDefault="00EB0738" w:rsidP="00EB0738">
      <w:pPr>
        <w:pStyle w:val="paragraph"/>
        <w:spacing w:before="0" w:beforeAutospacing="0" w:after="0" w:afterAutospacing="0"/>
        <w:textAlignment w:val="baseline"/>
        <w:rPr>
          <w:rFonts w:ascii="Mont SemiBold" w:hAnsi="Mont SemiBold" w:cs="Segoe UI"/>
          <w:b/>
          <w:bCs/>
        </w:rPr>
      </w:pPr>
      <w:r w:rsidRPr="00EB0738">
        <w:rPr>
          <w:rStyle w:val="normaltextrun"/>
          <w:rFonts w:ascii="Mont SemiBold" w:eastAsiaTheme="majorEastAsia" w:hAnsi="Mont SemiBold" w:cs="Arial"/>
          <w:b/>
          <w:bCs/>
          <w:lang w:val="en"/>
        </w:rPr>
        <w:t>About Us Boilerplate</w:t>
      </w:r>
      <w:r w:rsidRPr="00EB0738">
        <w:rPr>
          <w:rStyle w:val="eop"/>
          <w:rFonts w:ascii="Mont SemiBold" w:eastAsiaTheme="majorEastAsia" w:hAnsi="Mont SemiBold" w:cs="Arial"/>
          <w:b/>
          <w:bCs/>
        </w:rPr>
        <w:t> </w:t>
      </w:r>
    </w:p>
    <w:p w14:paraId="63E1E749" w14:textId="77777777" w:rsidR="00EB0738" w:rsidRPr="00797BA1" w:rsidRDefault="00EB0738" w:rsidP="00EB0738">
      <w:pPr>
        <w:pStyle w:val="paragraph"/>
        <w:spacing w:before="0" w:beforeAutospacing="0" w:after="0" w:afterAutospacing="0"/>
        <w:textAlignment w:val="baseline"/>
        <w:rPr>
          <w:rStyle w:val="eop"/>
          <w:rFonts w:ascii="Arial" w:eastAsiaTheme="majorEastAsia" w:hAnsi="Arial" w:cs="Arial"/>
          <w:sz w:val="22"/>
          <w:szCs w:val="22"/>
        </w:rPr>
      </w:pPr>
    </w:p>
    <w:p w14:paraId="56C000AA" w14:textId="0337261D" w:rsidR="00FC6A6D" w:rsidRPr="00EB0738" w:rsidRDefault="00EB0738" w:rsidP="00EB0738">
      <w:pPr>
        <w:spacing w:line="240" w:lineRule="auto"/>
        <w:rPr>
          <w:rFonts w:cs="Open Sans"/>
        </w:rPr>
      </w:pPr>
      <w:proofErr w:type="spellStart"/>
      <w:r w:rsidRPr="00EB0738">
        <w:rPr>
          <w:rFonts w:cs="Open Sans"/>
        </w:rPr>
        <w:t>Templafy</w:t>
      </w:r>
      <w:proofErr w:type="spellEnd"/>
      <w:r w:rsidRPr="00EB0738">
        <w:rPr>
          <w:rFonts w:cs="Open Sans"/>
        </w:rPr>
        <w:t xml:space="preserve"> is the document generation platform that uses automation and AI to enable enterprises to boost revenue and safeguard reputation through documents. Seamlessly integrated into any kind of document, it ensures all customer-facing content is compelling, driving conversions while letting brands shine.  </w:t>
      </w:r>
      <w:r w:rsidRPr="00EB0738">
        <w:rPr>
          <w:rFonts w:cs="Open Sans"/>
        </w:rPr>
        <w:br/>
      </w:r>
      <w:r w:rsidRPr="00EB0738">
        <w:rPr>
          <w:rFonts w:cs="Open Sans"/>
        </w:rPr>
        <w:br/>
      </w:r>
      <w:proofErr w:type="spellStart"/>
      <w:r w:rsidRPr="00EB0738">
        <w:rPr>
          <w:rFonts w:cs="Open Sans"/>
        </w:rPr>
        <w:t>Templafy</w:t>
      </w:r>
      <w:proofErr w:type="spellEnd"/>
      <w:r w:rsidRPr="00EB0738">
        <w:rPr>
          <w:rFonts w:cs="Open Sans"/>
        </w:rPr>
        <w:t xml:space="preserve"> protects the integrity of enterprises through brand, InfoSec, legal, and AI governance, guaranteeing full compliance with company policies and guidelines.</w:t>
      </w:r>
      <w:r w:rsidRPr="00EB0738">
        <w:rPr>
          <w:rFonts w:ascii="Arial" w:hAnsi="Arial" w:cs="Arial"/>
        </w:rPr>
        <w:t> </w:t>
      </w:r>
      <w:r w:rsidRPr="00EB0738">
        <w:rPr>
          <w:rFonts w:cs="Open Sans"/>
        </w:rPr>
        <w:t>It elevates documents from tedious back-office tasks to strategic assets that drive enterprise success, redefining the paradigm of document creation, management, and impact.</w:t>
      </w:r>
      <w:r w:rsidRPr="00EB0738">
        <w:rPr>
          <w:rFonts w:cs="Open Sans"/>
        </w:rPr>
        <w:br/>
      </w:r>
      <w:r w:rsidRPr="00EB0738">
        <w:rPr>
          <w:rFonts w:cs="Open Sans"/>
        </w:rPr>
        <w:br/>
        <w:t xml:space="preserve">Founded in Denmark in 2014, </w:t>
      </w:r>
      <w:proofErr w:type="spellStart"/>
      <w:r w:rsidRPr="00EB0738">
        <w:rPr>
          <w:rFonts w:cs="Open Sans"/>
        </w:rPr>
        <w:t>Templafy</w:t>
      </w:r>
      <w:proofErr w:type="spellEnd"/>
      <w:r w:rsidRPr="00EB0738">
        <w:rPr>
          <w:rFonts w:cs="Open Sans"/>
        </w:rPr>
        <w:t xml:space="preserve"> is a global organization with offices across Europe and the US. </w:t>
      </w:r>
      <w:proofErr w:type="spellStart"/>
      <w:r w:rsidRPr="00EB0738">
        <w:rPr>
          <w:rFonts w:cs="Open Sans"/>
        </w:rPr>
        <w:t>Templafy</w:t>
      </w:r>
      <w:proofErr w:type="spellEnd"/>
      <w:r w:rsidRPr="00EB0738">
        <w:rPr>
          <w:rFonts w:cs="Open Sans"/>
        </w:rPr>
        <w:t xml:space="preserve"> supports over 4m users and works with enterprise customers around the world like KPMG, IKEA, and BDO to eliminate manual document work from their organizations</w:t>
      </w:r>
      <w:r>
        <w:rPr>
          <w:rFonts w:cs="Open Sans"/>
        </w:rPr>
        <w:t>.</w:t>
      </w:r>
    </w:p>
    <w:p w14:paraId="19C6795A" w14:textId="77777777" w:rsidR="007F1183" w:rsidRPr="00EB0738" w:rsidRDefault="007F1183">
      <w:pPr>
        <w:spacing w:line="240" w:lineRule="auto"/>
        <w:rPr>
          <w:rFonts w:cs="Open Sans"/>
        </w:rPr>
      </w:pPr>
    </w:p>
    <w:sectPr w:rsidR="007F1183" w:rsidRPr="00EB0738" w:rsidSect="00684A3A">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5B449" w14:textId="77777777" w:rsidR="0020570C" w:rsidRDefault="0020570C" w:rsidP="000F70B6">
      <w:pPr>
        <w:spacing w:line="240" w:lineRule="auto"/>
      </w:pPr>
      <w:r>
        <w:separator/>
      </w:r>
    </w:p>
    <w:p w14:paraId="045210FE" w14:textId="77777777" w:rsidR="0020570C" w:rsidRDefault="0020570C"/>
  </w:endnote>
  <w:endnote w:type="continuationSeparator" w:id="0">
    <w:p w14:paraId="6D66C576" w14:textId="77777777" w:rsidR="0020570C" w:rsidRDefault="0020570C" w:rsidP="000F70B6">
      <w:pPr>
        <w:spacing w:line="240" w:lineRule="auto"/>
      </w:pPr>
      <w:r>
        <w:continuationSeparator/>
      </w:r>
    </w:p>
    <w:p w14:paraId="1AB24218" w14:textId="77777777" w:rsidR="0020570C" w:rsidRDefault="00205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entury Gothic">
    <w:panose1 w:val="020B0502020202020204"/>
    <w:charset w:val="00"/>
    <w:family w:val="swiss"/>
    <w:pitch w:val="variable"/>
    <w:sig w:usb0="00000287" w:usb1="00000000" w:usb2="00000000" w:usb3="00000000" w:csb0="0000009F" w:csb1="00000000"/>
  </w:font>
  <w:font w:name="Gotham Rounded Book">
    <w:altName w:val="Arial"/>
    <w:panose1 w:val="020B0604020202020204"/>
    <w:charset w:val="00"/>
    <w:family w:val="modern"/>
    <w:notTrueType/>
    <w:pitch w:val="variable"/>
    <w:sig w:usb0="00000001" w:usb1="0000004A" w:usb2="00000000" w:usb3="00000000" w:csb0="00000193" w:csb1="00000000"/>
  </w:font>
  <w:font w:name="Open Sans">
    <w:panose1 w:val="00000000000000000000"/>
    <w:charset w:val="00"/>
    <w:family w:val="auto"/>
    <w:pitch w:val="variable"/>
    <w:sig w:usb0="E00002EF" w:usb1="4000205B" w:usb2="00000028" w:usb3="00000000" w:csb0="0000019F" w:csb1="00000000"/>
  </w:font>
  <w:font w:name="Mont SemiBold">
    <w:altName w:val="Calibri"/>
    <w:panose1 w:val="00000600000000000000"/>
    <w:charset w:val="00"/>
    <w:family w:val="auto"/>
    <w:pitch w:val="variable"/>
    <w:sig w:usb0="00000287" w:usb1="00000000" w:usb2="00000000" w:usb3="00000000" w:csb0="0000009F" w:csb1="00000000"/>
  </w:font>
  <w:font w:name="Open Sans SemiBold">
    <w:panose1 w:val="00000000000000000000"/>
    <w:charset w:val="00"/>
    <w:family w:val="auto"/>
    <w:pitch w:val="variable"/>
    <w:sig w:usb0="E00002FF" w:usb1="4000201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Bold">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Roboto Light">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4720E" w14:textId="4821DB9C" w:rsidR="00E425D9" w:rsidRPr="00E425D9" w:rsidRDefault="00E425D9" w:rsidP="00E425D9">
    <w:pPr>
      <w:pStyle w:val="Footer"/>
      <w:ind w:right="-853"/>
      <w:rPr>
        <w:color w:val="EEF0E9" w:themeColor="accent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888" w:type="dxa"/>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5"/>
      <w:gridCol w:w="6123"/>
    </w:tblGrid>
    <w:tr w:rsidR="00EC297A" w14:paraId="07F19F7D" w14:textId="77777777" w:rsidTr="00537819">
      <w:trPr>
        <w:cnfStyle w:val="100000000000" w:firstRow="1" w:lastRow="0" w:firstColumn="0" w:lastColumn="0" w:oddVBand="0" w:evenVBand="0" w:oddHBand="0" w:evenHBand="0" w:firstRowFirstColumn="0" w:firstRowLastColumn="0" w:lastRowFirstColumn="0" w:lastRowLastColumn="0"/>
        <w:trHeight w:val="1077"/>
      </w:trPr>
      <w:tc>
        <w:tcPr>
          <w:tcW w:w="5765" w:type="dxa"/>
          <w:shd w:val="clear" w:color="auto" w:fill="auto"/>
        </w:tcPr>
        <w:p w14:paraId="72367F37" w14:textId="3A04694E" w:rsidR="002335AD" w:rsidRPr="00E6075C" w:rsidRDefault="00684A3A" w:rsidP="00207E4F">
          <w:pPr>
            <w:pStyle w:val="FootertoHide"/>
            <w:rPr>
              <w:rFonts w:cs="Open Sans"/>
              <w:noProof/>
            </w:rPr>
          </w:pPr>
          <w:r>
            <w:rPr>
              <w:noProof/>
              <w:sz w:val="2"/>
              <w:szCs w:val="4"/>
            </w:rPr>
            <mc:AlternateContent>
              <mc:Choice Requires="wps">
                <w:drawing>
                  <wp:anchor distT="0" distB="0" distL="114300" distR="114300" simplePos="0" relativeHeight="251675648" behindDoc="0" locked="0" layoutInCell="1" allowOverlap="1" wp14:anchorId="0AEB8AFA" wp14:editId="7B7AD54A">
                    <wp:simplePos x="0" y="0"/>
                    <wp:positionH relativeFrom="column">
                      <wp:posOffset>172720</wp:posOffset>
                    </wp:positionH>
                    <wp:positionV relativeFrom="paragraph">
                      <wp:posOffset>-172720</wp:posOffset>
                    </wp:positionV>
                    <wp:extent cx="6920865" cy="0"/>
                    <wp:effectExtent l="0" t="0" r="13335" b="12700"/>
                    <wp:wrapNone/>
                    <wp:docPr id="348348397" name="Straight Connector 1"/>
                    <wp:cNvGraphicFramePr/>
                    <a:graphic xmlns:a="http://schemas.openxmlformats.org/drawingml/2006/main">
                      <a:graphicData uri="http://schemas.microsoft.com/office/word/2010/wordprocessingShape">
                        <wps:wsp>
                          <wps:cNvCnPr/>
                          <wps:spPr>
                            <a:xfrm>
                              <a:off x="0" y="0"/>
                              <a:ext cx="6920865" cy="0"/>
                            </a:xfrm>
                            <a:prstGeom prst="line">
                              <a:avLst/>
                            </a:prstGeom>
                            <a:ln w="3175">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" from="13.6pt,-13.6pt" to="558.55pt,-13.6pt" w14:anchorId="53B55C31"/>
                </w:pict>
              </mc:Fallback>
            </mc:AlternateContent>
          </w:r>
          <w:r w:rsidR="00427A25" w:rsidRPr="00F135C8">
            <w:rPr>
              <w:bCs/>
            </w:rPr>
            <w:t xml:space="preserve">     </w:t>
          </w:r>
          <w:r w:rsidR="00D307B4" w:rsidRPr="00F135C8">
            <w:rPr>
              <w:bCs/>
            </w:rPr>
            <w:t xml:space="preserve">   </w:t>
          </w:r>
          <w:r w:rsidR="00CB7B00" w:rsidRPr="00F135C8">
            <w:rPr>
              <w:bCs/>
            </w:rPr>
            <w:t xml:space="preserve"> </w:t>
          </w:r>
          <w:r w:rsidR="00D307B4" w:rsidRPr="00F135C8">
            <w:rPr>
              <w:bCs/>
            </w:rPr>
            <w:t xml:space="preserve"> </w:t>
          </w:r>
          <w:sdt>
            <w:sdtPr>
              <w:rPr>
                <w:rFonts w:cs="Open Sans"/>
                <w:noProof/>
              </w:rPr>
              <w:alias w:val="{{UserProfile.Office.CompanyName}}"/>
              <w:tag w:val="{&quot;templafy&quot;:{&quot;id&quot;:&quot;7f441215-73e2-404f-9e5f-fab688297c04&quot;}}"/>
              <w:id w:val="544798738"/>
              <w:placeholder>
                <w:docPart w:val="28D4D4922D634572B0FA276C948115B7"/>
              </w:placeholder>
            </w:sdtPr>
            <w:sdtEndPr/>
            <w:sdtContent>
              <w:proofErr w:type="spellStart"/>
              <w:r>
                <w:rPr>
                  <w:rFonts w:cs="Open Sans"/>
                </w:rPr>
                <w:t>Templafy</w:t>
              </w:r>
              <w:proofErr w:type="spellEnd"/>
              <w:r>
                <w:rPr>
                  <w:rFonts w:cs="Open Sans"/>
                </w:rPr>
                <w:t xml:space="preserve"> </w:t>
              </w:r>
              <w:proofErr w:type="spellStart"/>
              <w:r>
                <w:rPr>
                  <w:rFonts w:cs="Open Sans"/>
                </w:rPr>
                <w:t>ApS</w:t>
              </w:r>
              <w:proofErr w:type="spellEnd"/>
            </w:sdtContent>
          </w:sdt>
        </w:p>
        <w:p w14:paraId="2FBB5246" w14:textId="305A6423" w:rsidR="002335AD" w:rsidRPr="00E6075C" w:rsidRDefault="00427A25" w:rsidP="00207E4F">
          <w:pPr>
            <w:pStyle w:val="FootertoHide"/>
            <w:rPr>
              <w:rFonts w:cs="Open Sans"/>
              <w:noProof/>
            </w:rPr>
          </w:pPr>
          <w:r w:rsidRPr="00E6075C">
            <w:rPr>
              <w:rFonts w:cs="Open Sans"/>
              <w:noProof/>
            </w:rPr>
            <w:t xml:space="preserve">     </w:t>
          </w:r>
          <w:r w:rsidR="00D307B4" w:rsidRPr="00E6075C">
            <w:rPr>
              <w:rFonts w:cs="Open Sans"/>
              <w:noProof/>
            </w:rPr>
            <w:t xml:space="preserve">     </w:t>
          </w:r>
          <w:sdt>
            <w:sdtPr>
              <w:rPr>
                <w:rFonts w:cs="Open Sans"/>
                <w:noProof/>
              </w:rPr>
              <w:alias w:val="{{UserProfile.Office.Address}}"/>
              <w:tag w:val="{&quot;templafy&quot;:{&quot;id&quot;:&quot;94ddcb92-c5f7-4b65-bb82-bb6fd346271b&quot;}}"/>
              <w:id w:val="987594855"/>
              <w:placeholder>
                <w:docPart w:val="FC88C6D49E2C45C5BED6ECB4F85E78A4"/>
              </w:placeholder>
            </w:sdtPr>
            <w:sdtEndPr/>
            <w:sdtContent>
              <w:r>
                <w:rPr>
                  <w:rFonts w:cs="Open Sans"/>
                </w:rPr>
                <w:t xml:space="preserve">Wilders </w:t>
              </w:r>
              <w:proofErr w:type="spellStart"/>
              <w:r>
                <w:rPr>
                  <w:rFonts w:cs="Open Sans"/>
                </w:rPr>
                <w:t>Plads</w:t>
              </w:r>
              <w:proofErr w:type="spellEnd"/>
              <w:r>
                <w:rPr>
                  <w:rFonts w:cs="Open Sans"/>
                </w:rPr>
                <w:t xml:space="preserve"> 15A</w:t>
              </w:r>
            </w:sdtContent>
          </w:sdt>
        </w:p>
        <w:p w14:paraId="5B083D88" w14:textId="755B09C0" w:rsidR="002335AD" w:rsidRPr="00EB0738" w:rsidRDefault="00D307B4" w:rsidP="00207E4F">
          <w:pPr>
            <w:pStyle w:val="FootertoHide"/>
            <w:rPr>
              <w:rFonts w:cs="Open Sans"/>
              <w:noProof/>
              <w:lang w:val="da-DK"/>
            </w:rPr>
          </w:pPr>
          <w:r w:rsidRPr="00E6075C">
            <w:rPr>
              <w:rFonts w:cs="Open Sans"/>
              <w:noProof/>
            </w:rPr>
            <w:t xml:space="preserve">  </w:t>
          </w:r>
          <w:r w:rsidR="00427A25" w:rsidRPr="00E6075C">
            <w:rPr>
              <w:rFonts w:cs="Open Sans"/>
              <w:noProof/>
            </w:rPr>
            <w:t xml:space="preserve">     </w:t>
          </w:r>
          <w:r w:rsidRPr="00E6075C">
            <w:rPr>
              <w:rFonts w:cs="Open Sans"/>
              <w:noProof/>
            </w:rPr>
            <w:t xml:space="preserve">   </w:t>
          </w:r>
          <w:sdt>
            <w:sdtPr>
              <w:rPr>
                <w:rFonts w:cs="Open Sans"/>
                <w:noProof/>
              </w:rPr>
              <w:alias w:val="{{UserProfile.Office.City}}"/>
              <w:tag w:val="{&quot;templafy&quot;:{&quot;id&quot;:&quot;c3f5bec6-437a-48ea-8203-c65ab22170b2&quot;}}"/>
              <w:id w:val="1012805139"/>
              <w:placeholder>
                <w:docPart w:val="4B78E9CECF3E4ECF930EC3F8F41D1154"/>
              </w:placeholder>
            </w:sdtPr>
            <w:sdtEndPr/>
            <w:sdtContent>
              <w:r w:rsidRPr="00EB0738">
                <w:rPr>
                  <w:rFonts w:cs="Open Sans"/>
                  <w:lang w:val="da-DK"/>
                </w:rPr>
                <w:t>Copenhagen K</w:t>
              </w:r>
            </w:sdtContent>
          </w:sdt>
          <w:r w:rsidR="00133FA6" w:rsidRPr="00EB0738">
            <w:rPr>
              <w:rFonts w:cs="Open Sans"/>
              <w:noProof/>
              <w:lang w:val="da-DK"/>
            </w:rPr>
            <w:t xml:space="preserve">, </w:t>
          </w:r>
          <w:sdt>
            <w:sdtPr>
              <w:rPr>
                <w:rFonts w:cs="Open Sans"/>
                <w:noProof/>
              </w:rPr>
              <w:alias w:val="{{UserProfile.Office.Country.Name}}"/>
              <w:tag w:val="{&quot;templafy&quot;:{&quot;id&quot;:&quot;01413083-4df9-44bb-9f28-8a1a91b89980&quot;}}"/>
              <w:id w:val="-573281936"/>
              <w:placeholder>
                <w:docPart w:val="92D9F2FB44874A679CFEAEFF43296D50"/>
              </w:placeholder>
            </w:sdtPr>
            <w:sdtEndPr/>
            <w:sdtContent>
              <w:r w:rsidRPr="00EB0738">
                <w:rPr>
                  <w:rFonts w:cs="Open Sans"/>
                  <w:lang w:val="da-DK"/>
                </w:rPr>
                <w:t>Denmark</w:t>
              </w:r>
            </w:sdtContent>
          </w:sdt>
        </w:p>
        <w:p w14:paraId="3307FD70" w14:textId="55D3ED25" w:rsidR="00EC297A" w:rsidRPr="00EB0738" w:rsidRDefault="00D307B4" w:rsidP="00207E4F">
          <w:pPr>
            <w:pStyle w:val="FootertoHide"/>
            <w:rPr>
              <w:color w:val="D3D3D3" w:themeColor="accent1"/>
              <w:lang w:val="da-DK"/>
            </w:rPr>
          </w:pPr>
          <w:r w:rsidRPr="00EB0738">
            <w:rPr>
              <w:rFonts w:cs="Open Sans"/>
              <w:noProof/>
              <w:lang w:val="da-DK"/>
            </w:rPr>
            <w:t xml:space="preserve"> </w:t>
          </w:r>
          <w:r w:rsidR="00427A25" w:rsidRPr="00EB0738">
            <w:rPr>
              <w:rFonts w:cs="Open Sans"/>
              <w:noProof/>
              <w:lang w:val="da-DK"/>
            </w:rPr>
            <w:t xml:space="preserve">     </w:t>
          </w:r>
          <w:r w:rsidRPr="00EB0738">
            <w:rPr>
              <w:rFonts w:cs="Open Sans"/>
              <w:noProof/>
              <w:lang w:val="da-DK"/>
            </w:rPr>
            <w:t xml:space="preserve">    </w:t>
          </w:r>
          <w:sdt>
            <w:sdtPr>
              <w:rPr>
                <w:rFonts w:cs="Open Sans"/>
                <w:noProof/>
              </w:rPr>
              <w:alias w:val="{{UserProfile.Office.Web}}"/>
              <w:tag w:val="{&quot;templafy&quot;:{&quot;id&quot;:&quot;b268968c-01ca-45fe-9614-c008c2e1f158&quot;}}"/>
              <w:id w:val="1306044277"/>
              <w:placeholder>
                <w:docPart w:val="EAE4CC8CE9D64657AD24C7BDB8062AE9"/>
              </w:placeholder>
            </w:sdtPr>
            <w:sdtEndPr>
              <w:rPr>
                <w:rFonts w:cstheme="minorBidi"/>
              </w:rPr>
            </w:sdtEndPr>
            <w:sdtContent>
              <w:r w:rsidRPr="00EB0738">
                <w:rPr>
                  <w:rFonts w:cs="Open Sans"/>
                  <w:lang w:val="da-DK"/>
                </w:rPr>
                <w:t>www.templafy.com</w:t>
              </w:r>
            </w:sdtContent>
          </w:sdt>
        </w:p>
      </w:tc>
      <w:tc>
        <w:tcPr>
          <w:tcW w:w="6123" w:type="dxa"/>
          <w:shd w:val="clear" w:color="auto" w:fill="auto"/>
          <w:hideMark/>
        </w:tcPr>
        <w:p w14:paraId="2749F5B3" w14:textId="605CF5CE" w:rsidR="002335AD" w:rsidRPr="00AA11AD" w:rsidRDefault="002335AD" w:rsidP="00AB1B06">
          <w:pPr>
            <w:pStyle w:val="Footer1"/>
            <w:rPr>
              <w:rFonts w:ascii="Roboto Light" w:hAnsi="Roboto Light"/>
              <w:b w:val="0"/>
              <w:bCs/>
              <w:noProof/>
            </w:rPr>
          </w:pPr>
          <w:r w:rsidRPr="00AA11AD">
            <w:rPr>
              <w:rFonts w:ascii="Roboto Light" w:hAnsi="Roboto Light"/>
              <w:bCs/>
            </w:rPr>
            <w:fldChar w:fldCharType="begin"/>
          </w:r>
          <w:r w:rsidRPr="00AA11AD">
            <w:rPr>
              <w:rFonts w:ascii="Roboto Light" w:hAnsi="Roboto Light"/>
              <w:b w:val="0"/>
              <w:bCs/>
            </w:rPr>
            <w:instrText xml:space="preserve"> PAGE   \* MERGEFORMAT </w:instrText>
          </w:r>
          <w:r w:rsidRPr="00AA11AD">
            <w:rPr>
              <w:rFonts w:ascii="Roboto Light" w:hAnsi="Roboto Light"/>
              <w:bCs/>
            </w:rPr>
            <w:fldChar w:fldCharType="separate"/>
          </w:r>
          <w:r w:rsidRPr="00AA11AD">
            <w:rPr>
              <w:rFonts w:ascii="Roboto Light" w:hAnsi="Roboto Light"/>
              <w:b w:val="0"/>
              <w:bCs/>
            </w:rPr>
            <w:t>1</w:t>
          </w:r>
          <w:r w:rsidRPr="00AA11AD">
            <w:rPr>
              <w:rFonts w:ascii="Roboto Light" w:hAnsi="Roboto Light"/>
              <w:bCs/>
              <w:noProof/>
            </w:rPr>
            <w:fldChar w:fldCharType="end"/>
          </w:r>
          <w:r w:rsidRPr="00AA11AD">
            <w:rPr>
              <w:rFonts w:ascii="Roboto Light" w:hAnsi="Roboto Light"/>
              <w:b w:val="0"/>
              <w:bCs/>
            </w:rPr>
            <w:t xml:space="preserve"> </w:t>
          </w:r>
          <w:sdt>
            <w:sdtPr>
              <w:rPr>
                <w:rFonts w:ascii="Roboto Light" w:hAnsi="Roboto Light"/>
                <w:bCs/>
                <w:vanish/>
              </w:rPr>
              <w:alias w:val="group"/>
              <w:tag w:val="{&quot;templafy&quot;:{&quot;id&quot;:&quot;faf21039-e21f-4a5a-a8dc-0b92fac46e0c&quot;}}"/>
              <w:id w:val="-1740085314"/>
              <w:placeholder>
                <w:docPart w:val="DefaultPlaceholder_-1854013440"/>
              </w:placeholder>
            </w:sdtPr>
            <w:sdtEndPr/>
            <w:sdtContent>
              <w:r w:rsidRPr="00AA11AD">
                <w:rPr>
                  <w:rFonts w:ascii="Roboto Light" w:hAnsi="Roboto Light"/>
                  <w:b w:val="0"/>
                  <w:bCs/>
                  <w:vanish/>
                </w:rPr>
                <w:t>I</w:t>
              </w:r>
            </w:sdtContent>
          </w:sdt>
          <w:r w:rsidRPr="00AA11AD">
            <w:rPr>
              <w:rFonts w:ascii="Roboto Light" w:hAnsi="Roboto Light"/>
              <w:b w:val="0"/>
              <w:bCs/>
              <w:caps/>
              <w:szCs w:val="14"/>
            </w:rPr>
            <w:t xml:space="preserve"> </w:t>
          </w:r>
          <w:sdt>
            <w:sdtPr>
              <w:rPr>
                <w:rFonts w:ascii="Roboto Light" w:hAnsi="Roboto Light"/>
                <w:bCs/>
                <w:caps/>
                <w:vanish/>
                <w:szCs w:val="14"/>
              </w:rPr>
              <w:alias w:val="{{Form.DocumentClassification.Name}}"/>
              <w:tag w:val="{&quot;templafy&quot;:{&quot;id&quot;:&quot;fdc0666c-b80a-416d-8dd0-c1207e420b55&quot;}}"/>
              <w:id w:val="-697314913"/>
              <w:placeholder>
                <w:docPart w:val="D1FEB2F7BB7E43D2B0FCC90AD0D083A1"/>
              </w:placeholder>
            </w:sdtPr>
            <w:sdtEndPr/>
            <w:sdtContent>
              <w:r>
                <w:rPr>
                  <w:rFonts w:cs="Open Sans"/>
                  <w:b w:val="0"/>
                  <w:bCs/>
                  <w:vanish/>
                  <w:szCs w:val="14"/>
                </w:rPr>
                <w:t>Public</w:t>
              </w:r>
            </w:sdtContent>
          </w:sdt>
        </w:p>
        <w:p w14:paraId="110BACD2" w14:textId="3E7CD7D9" w:rsidR="00EC297A" w:rsidRDefault="00EC297A" w:rsidP="00AB1B06">
          <w:pPr>
            <w:pStyle w:val="Footer1"/>
          </w:pPr>
        </w:p>
      </w:tc>
    </w:tr>
  </w:tbl>
  <w:p w14:paraId="64E92E93" w14:textId="0BF7BC6D" w:rsidR="00EC297A" w:rsidRPr="00BD425A" w:rsidRDefault="00DD6245" w:rsidP="00EC297A">
    <w:pPr>
      <w:pStyle w:val="Footer1"/>
      <w:jc w:val="left"/>
      <w:rPr>
        <w:sz w:val="2"/>
        <w:szCs w:val="4"/>
      </w:rPr>
    </w:pPr>
    <w:r w:rsidRPr="00BD425A">
      <w:rPr>
        <w:noProof/>
        <w:sz w:val="2"/>
        <w:szCs w:val="4"/>
      </w:rPr>
      <mc:AlternateContent>
        <mc:Choice Requires="wps">
          <w:drawing>
            <wp:anchor distT="0" distB="0" distL="114300" distR="114300" simplePos="0" relativeHeight="251671552" behindDoc="0" locked="0" layoutInCell="1" allowOverlap="1" wp14:anchorId="5F1101E8" wp14:editId="4E22C331">
              <wp:simplePos x="0" y="0"/>
              <wp:positionH relativeFrom="column">
                <wp:posOffset>-558800</wp:posOffset>
              </wp:positionH>
              <wp:positionV relativeFrom="paragraph">
                <wp:posOffset>142240</wp:posOffset>
              </wp:positionV>
              <wp:extent cx="7545705" cy="92075"/>
              <wp:effectExtent l="0" t="0" r="0" b="3175"/>
              <wp:wrapNone/>
              <wp:docPr id="3" name="Rectangle 3"/>
              <wp:cNvGraphicFramePr/>
              <a:graphic xmlns:a="http://schemas.openxmlformats.org/drawingml/2006/main">
                <a:graphicData uri="http://schemas.microsoft.com/office/word/2010/wordprocessingShape">
                  <wps:wsp>
                    <wps:cNvSpPr/>
                    <wps:spPr>
                      <a:xfrm>
                        <a:off x="0" y="0"/>
                        <a:ext cx="7545705" cy="92075"/>
                      </a:xfrm>
                      <a:prstGeom prst="rect">
                        <a:avLst/>
                      </a:prstGeom>
                      <a:solidFill>
                        <a:srgbClr val="F0F7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993212" w14:textId="77777777" w:rsidR="00AF5797" w:rsidRDefault="00AF5797" w:rsidP="00AF579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1101E8" id="Rectangle 3" o:spid="_x0000_s1026" style="position:absolute;margin-left:-44pt;margin-top:11.2pt;width:594.15pt;height:7.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" fillcolor="#f0f7ff" stroked="f" strokeweight="2pt">
              <v:textbox>
                <w:txbxContent>
                  <w:p w14:paraId="56993212" w14:textId="77777777" w:rsidR="00AF5797" w:rsidRDefault="00AF5797" w:rsidP="00AF5797">
                    <w:pPr>
                      <w:jc w:val="cente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9338" w14:textId="71401DB3" w:rsidR="0069732E" w:rsidRPr="00246261" w:rsidRDefault="00B50525" w:rsidP="00B50525">
    <w:pPr>
      <w:pStyle w:val="Footer"/>
      <w:tabs>
        <w:tab w:val="clear" w:pos="4819"/>
        <w:tab w:val="clear" w:pos="9638"/>
        <w:tab w:val="left" w:pos="3930"/>
      </w:tabs>
    </w:pPr>
    <w:r>
      <w:rPr>
        <w:noProof/>
      </w:rPr>
      <mc:AlternateContent>
        <mc:Choice Requires="wps">
          <w:drawing>
            <wp:anchor distT="0" distB="0" distL="114300" distR="114300" simplePos="0" relativeHeight="251662336" behindDoc="0" locked="0" layoutInCell="1" allowOverlap="1" wp14:anchorId="43C06140" wp14:editId="7D36C297">
              <wp:simplePos x="0" y="0"/>
              <wp:positionH relativeFrom="column">
                <wp:posOffset>-748665</wp:posOffset>
              </wp:positionH>
              <wp:positionV relativeFrom="page">
                <wp:posOffset>9963150</wp:posOffset>
              </wp:positionV>
              <wp:extent cx="7639050" cy="726440"/>
              <wp:effectExtent l="0" t="0" r="0" b="0"/>
              <wp:wrapNone/>
              <wp:docPr id="4" name="Rectangle 4"/>
              <wp:cNvGraphicFramePr/>
              <a:graphic xmlns:a="http://schemas.openxmlformats.org/drawingml/2006/main">
                <a:graphicData uri="http://schemas.microsoft.com/office/word/2010/wordprocessingShape">
                  <wps:wsp>
                    <wps:cNvSpPr/>
                    <wps:spPr>
                      <a:xfrm>
                        <a:off x="0" y="0"/>
                        <a:ext cx="7639050" cy="726440"/>
                      </a:xfrm>
                      <a:prstGeom prst="rect">
                        <a:avLst/>
                      </a:prstGeom>
                      <a:solidFill>
                        <a:srgbClr val="F0F7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110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5160"/>
                          </w:tblGrid>
                          <w:tr w:rsidR="00317748" w:rsidRPr="005400AE" w14:paraId="2B7D8EC9" w14:textId="77777777" w:rsidTr="003976D4">
                            <w:trPr>
                              <w:cnfStyle w:val="100000000000" w:firstRow="1" w:lastRow="0" w:firstColumn="0" w:lastColumn="0" w:oddVBand="0" w:evenVBand="0" w:oddHBand="0" w:evenHBand="0" w:firstRowFirstColumn="0" w:firstRowLastColumn="0" w:lastRowFirstColumn="0" w:lastRowLastColumn="0"/>
                              <w:jc w:val="right"/>
                            </w:trPr>
                            <w:tc>
                              <w:tcPr>
                                <w:tcW w:w="5845" w:type="dxa"/>
                              </w:tcPr>
                              <w:p w14:paraId="4030FBD1" w14:textId="77777777" w:rsidR="00317748" w:rsidRPr="00961374" w:rsidRDefault="00317748" w:rsidP="00317748">
                                <w:pPr>
                                  <w:rPr>
                                    <w:color w:val="D3D3D3" w:themeColor="accent1"/>
                                  </w:rPr>
                                </w:pPr>
                              </w:p>
                              <w:p w14:paraId="6FECAA6A" w14:textId="0758596D" w:rsidR="00317748" w:rsidRPr="00961374" w:rsidRDefault="00317748" w:rsidP="00317748">
                                <w:pPr>
                                  <w:rPr>
                                    <w:color w:val="D3D3D3" w:themeColor="accent1"/>
                                    <w:sz w:val="14"/>
                                    <w:szCs w:val="14"/>
                                  </w:rPr>
                                </w:pPr>
                                <w:r w:rsidRPr="00961374">
                                  <w:rPr>
                                    <w:color w:val="D3D3D3" w:themeColor="accent1"/>
                                    <w:sz w:val="14"/>
                                    <w:szCs w:val="14"/>
                                  </w:rPr>
                                  <w:fldChar w:fldCharType="begin"/>
                                </w:r>
                                <w:r w:rsidRPr="00961374">
                                  <w:rPr>
                                    <w:color w:val="D3D3D3" w:themeColor="accent1"/>
                                    <w:sz w:val="14"/>
                                    <w:szCs w:val="14"/>
                                  </w:rPr>
                                  <w:instrText xml:space="preserve"> PAGE  \* Arabic  \* MERGEFORMAT </w:instrText>
                                </w:r>
                                <w:r w:rsidRPr="00961374">
                                  <w:rPr>
                                    <w:color w:val="D3D3D3" w:themeColor="accent1"/>
                                    <w:sz w:val="14"/>
                                    <w:szCs w:val="14"/>
                                  </w:rPr>
                                  <w:fldChar w:fldCharType="separate"/>
                                </w:r>
                                <w:r w:rsidRPr="00961374">
                                  <w:rPr>
                                    <w:noProof/>
                                    <w:color w:val="D3D3D3" w:themeColor="accent1"/>
                                    <w:sz w:val="14"/>
                                    <w:szCs w:val="14"/>
                                  </w:rPr>
                                  <w:t>2</w:t>
                                </w:r>
                                <w:r w:rsidRPr="00961374">
                                  <w:rPr>
                                    <w:color w:val="D3D3D3" w:themeColor="accent1"/>
                                    <w:sz w:val="14"/>
                                    <w:szCs w:val="14"/>
                                  </w:rPr>
                                  <w:fldChar w:fldCharType="end"/>
                                </w:r>
                                <w:r w:rsidRPr="00961374">
                                  <w:rPr>
                                    <w:color w:val="D3D3D3" w:themeColor="accent1"/>
                                    <w:sz w:val="14"/>
                                    <w:szCs w:val="14"/>
                                  </w:rPr>
                                  <w:t xml:space="preserve"> </w:t>
                                </w:r>
                                <w:r w:rsidRPr="00961374">
                                  <w:rPr>
                                    <w:rFonts w:cs="Arial"/>
                                    <w:caps/>
                                    <w:color w:val="D3D3D3" w:themeColor="accent1"/>
                                    <w:sz w:val="14"/>
                                    <w:szCs w:val="14"/>
                                  </w:rPr>
                                  <w:t xml:space="preserve">|  </w:t>
                                </w:r>
                              </w:p>
                            </w:tc>
                            <w:tc>
                              <w:tcPr>
                                <w:tcW w:w="5160" w:type="dxa"/>
                              </w:tcPr>
                              <w:p w14:paraId="5D92806B" w14:textId="64C06CE3" w:rsidR="00317748" w:rsidRPr="009A44DE" w:rsidRDefault="00317748" w:rsidP="00317748">
                                <w:pPr>
                                  <w:pStyle w:val="Footer1"/>
                                </w:pPr>
                              </w:p>
                              <w:p w14:paraId="585560B0" w14:textId="1A17FE6F" w:rsidR="00317748" w:rsidRPr="009A44DE" w:rsidRDefault="00317748" w:rsidP="00317748">
                                <w:pPr>
                                  <w:pStyle w:val="Footer1"/>
                                </w:pPr>
                              </w:p>
                              <w:p w14:paraId="5E6B1547" w14:textId="1241C5EF" w:rsidR="00317748" w:rsidRPr="009A44DE" w:rsidRDefault="00317748" w:rsidP="00317748">
                                <w:pPr>
                                  <w:pStyle w:val="Footer1"/>
                                </w:pPr>
                              </w:p>
                              <w:p w14:paraId="4D1C40B9" w14:textId="183DA159" w:rsidR="00317748" w:rsidRPr="009A44DE" w:rsidRDefault="00317748" w:rsidP="00317748">
                                <w:pPr>
                                  <w:pStyle w:val="Footer1"/>
                                </w:pPr>
                              </w:p>
                              <w:p w14:paraId="4FEBE3AE" w14:textId="30F88A6A" w:rsidR="00317748" w:rsidRPr="00961374" w:rsidRDefault="00317748" w:rsidP="00317748">
                                <w:pPr>
                                  <w:pStyle w:val="Footer1"/>
                                  <w:rPr>
                                    <w:color w:val="D3D3D3" w:themeColor="accent1"/>
                                  </w:rPr>
                                </w:pPr>
                              </w:p>
                              <w:p w14:paraId="6552907A" w14:textId="77777777" w:rsidR="00317748" w:rsidRPr="00961374" w:rsidRDefault="00317748" w:rsidP="00317748">
                                <w:pPr>
                                  <w:ind w:right="340"/>
                                  <w:jc w:val="right"/>
                                  <w:rPr>
                                    <w:color w:val="D3D3D3" w:themeColor="accent1"/>
                                  </w:rPr>
                                </w:pPr>
                              </w:p>
                            </w:tc>
                          </w:tr>
                        </w:tbl>
                        <w:p w14:paraId="39B85FCD" w14:textId="0C1407F9" w:rsidR="00B50525" w:rsidRPr="005400AE" w:rsidRDefault="00B50525" w:rsidP="00CE099D">
                          <w:pPr>
                            <w:rPr>
                              <w:color w:val="D3D3D3" w:themeColor="accent1"/>
                            </w:rPr>
                          </w:pPr>
                        </w:p>
                      </w:txbxContent>
                    </wps:txbx>
                    <wps:bodyPr rot="0" spcFirstLastPara="0" vertOverflow="overflow" horzOverflow="overflow" vert="horz" wrap="square" lIns="900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06140" id="Rectangle 4" o:spid="_x0000_s1027" style="position:absolute;margin-left:-58.95pt;margin-top:784.5pt;width:601.5pt;height:5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" fillcolor="#f0f7ff" stroked="f" strokeweight="2pt">
              <v:textbox inset="25mm">
                <w:txbxContent>
                  <w:tbl>
                    <w:tblPr>
                      <w:tblStyle w:val="TableGrid"/>
                      <w:tblW w:w="110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5160"/>
                    </w:tblGrid>
                    <w:tr w:rsidR="00317748" w:rsidRPr="005400AE" w14:paraId="2B7D8EC9" w14:textId="77777777" w:rsidTr="003976D4">
                      <w:trPr>
                        <w:cnfStyle w:val="100000000000" w:firstRow="1" w:lastRow="0" w:firstColumn="0" w:lastColumn="0" w:oddVBand="0" w:evenVBand="0" w:oddHBand="0" w:evenHBand="0" w:firstRowFirstColumn="0" w:firstRowLastColumn="0" w:lastRowFirstColumn="0" w:lastRowLastColumn="0"/>
                        <w:jc w:val="right"/>
                      </w:trPr>
                      <w:tc>
                        <w:tcPr>
                          <w:tcW w:w="5845" w:type="dxa"/>
                        </w:tcPr>
                        <w:p w14:paraId="4030FBD1" w14:textId="77777777" w:rsidR="00317748" w:rsidRPr="00961374" w:rsidRDefault="00317748" w:rsidP="00317748">
                          <w:pPr>
                            <w:rPr>
                              <w:color w:val="D3D3D3" w:themeColor="accent1"/>
                            </w:rPr>
                          </w:pPr>
                        </w:p>
                        <w:p w14:paraId="6FECAA6A" w14:textId="0758596D" w:rsidR="00317748" w:rsidRPr="00961374" w:rsidRDefault="00317748" w:rsidP="00317748">
                          <w:pPr>
                            <w:rPr>
                              <w:color w:val="D3D3D3" w:themeColor="accent1"/>
                              <w:sz w:val="14"/>
                              <w:szCs w:val="14"/>
                            </w:rPr>
                          </w:pPr>
                          <w:r w:rsidRPr="00961374">
                            <w:rPr>
                              <w:color w:val="D3D3D3" w:themeColor="accent1"/>
                              <w:sz w:val="14"/>
                              <w:szCs w:val="14"/>
                            </w:rPr>
                            <w:fldChar w:fldCharType="begin"/>
                          </w:r>
                          <w:r w:rsidRPr="00961374">
                            <w:rPr>
                              <w:color w:val="D3D3D3" w:themeColor="accent1"/>
                              <w:sz w:val="14"/>
                              <w:szCs w:val="14"/>
                            </w:rPr>
                            <w:instrText xml:space="preserve"> PAGE  \* Arabic  \* MERGEFORMAT </w:instrText>
                          </w:r>
                          <w:r w:rsidRPr="00961374">
                            <w:rPr>
                              <w:color w:val="D3D3D3" w:themeColor="accent1"/>
                              <w:sz w:val="14"/>
                              <w:szCs w:val="14"/>
                            </w:rPr>
                            <w:fldChar w:fldCharType="separate"/>
                          </w:r>
                          <w:r w:rsidRPr="00961374">
                            <w:rPr>
                              <w:noProof/>
                              <w:color w:val="D3D3D3" w:themeColor="accent1"/>
                              <w:sz w:val="14"/>
                              <w:szCs w:val="14"/>
                            </w:rPr>
                            <w:t>2</w:t>
                          </w:r>
                          <w:r w:rsidRPr="00961374">
                            <w:rPr>
                              <w:color w:val="D3D3D3" w:themeColor="accent1"/>
                              <w:sz w:val="14"/>
                              <w:szCs w:val="14"/>
                            </w:rPr>
                            <w:fldChar w:fldCharType="end"/>
                          </w:r>
                          <w:r w:rsidRPr="00961374">
                            <w:rPr>
                              <w:color w:val="D3D3D3" w:themeColor="accent1"/>
                              <w:sz w:val="14"/>
                              <w:szCs w:val="14"/>
                            </w:rPr>
                            <w:t xml:space="preserve"> </w:t>
                          </w:r>
                          <w:r w:rsidRPr="00961374">
                            <w:rPr>
                              <w:rFonts w:cs="Arial"/>
                              <w:caps/>
                              <w:color w:val="D3D3D3" w:themeColor="accent1"/>
                              <w:sz w:val="14"/>
                              <w:szCs w:val="14"/>
                            </w:rPr>
                            <w:t xml:space="preserve">|  </w:t>
                          </w:r>
                        </w:p>
                      </w:tc>
                      <w:tc>
                        <w:tcPr>
                          <w:tcW w:w="5160" w:type="dxa"/>
                        </w:tcPr>
                        <w:p w14:paraId="5D92806B" w14:textId="64C06CE3" w:rsidR="00317748" w:rsidRPr="009A44DE" w:rsidRDefault="00317748" w:rsidP="00317748">
                          <w:pPr>
                            <w:pStyle w:val="Footer1"/>
                          </w:pPr>
                        </w:p>
                        <w:p w14:paraId="585560B0" w14:textId="1A17FE6F" w:rsidR="00317748" w:rsidRPr="009A44DE" w:rsidRDefault="00317748" w:rsidP="00317748">
                          <w:pPr>
                            <w:pStyle w:val="Footer1"/>
                          </w:pPr>
                        </w:p>
                        <w:p w14:paraId="5E6B1547" w14:textId="1241C5EF" w:rsidR="00317748" w:rsidRPr="009A44DE" w:rsidRDefault="00317748" w:rsidP="00317748">
                          <w:pPr>
                            <w:pStyle w:val="Footer1"/>
                          </w:pPr>
                        </w:p>
                        <w:p w14:paraId="4D1C40B9" w14:textId="183DA159" w:rsidR="00317748" w:rsidRPr="009A44DE" w:rsidRDefault="00317748" w:rsidP="00317748">
                          <w:pPr>
                            <w:pStyle w:val="Footer1"/>
                          </w:pPr>
                        </w:p>
                        <w:p w14:paraId="4FEBE3AE" w14:textId="30F88A6A" w:rsidR="00317748" w:rsidRPr="00961374" w:rsidRDefault="00317748" w:rsidP="00317748">
                          <w:pPr>
                            <w:pStyle w:val="Footer1"/>
                            <w:rPr>
                              <w:color w:val="D3D3D3" w:themeColor="accent1"/>
                            </w:rPr>
                          </w:pPr>
                        </w:p>
                        <w:p w14:paraId="6552907A" w14:textId="77777777" w:rsidR="00317748" w:rsidRPr="00961374" w:rsidRDefault="00317748" w:rsidP="00317748">
                          <w:pPr>
                            <w:ind w:right="340"/>
                            <w:jc w:val="right"/>
                            <w:rPr>
                              <w:color w:val="D3D3D3" w:themeColor="accent1"/>
                            </w:rPr>
                          </w:pPr>
                        </w:p>
                      </w:tc>
                    </w:tr>
                  </w:tbl>
                  <w:p w14:paraId="39B85FCD" w14:textId="0C1407F9" w:rsidR="00B50525" w:rsidRPr="005400AE" w:rsidRDefault="00B50525" w:rsidP="00CE099D">
                    <w:pPr>
                      <w:rPr>
                        <w:color w:val="D3D3D3" w:themeColor="accent1"/>
                      </w:rPr>
                    </w:pPr>
                  </w:p>
                </w:txbxContent>
              </v:textbox>
              <w10:wrap anchory="page"/>
            </v:rect>
          </w:pict>
        </mc:Fallback>
      </mc:AlternateContent>
    </w:r>
    <w:r w:rsidRPr="00B5052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BFA12" w14:textId="77777777" w:rsidR="0020570C" w:rsidRDefault="0020570C" w:rsidP="000F70B6">
      <w:pPr>
        <w:spacing w:line="240" w:lineRule="auto"/>
      </w:pPr>
      <w:r>
        <w:separator/>
      </w:r>
    </w:p>
    <w:p w14:paraId="20754AAD" w14:textId="77777777" w:rsidR="0020570C" w:rsidRDefault="0020570C"/>
  </w:footnote>
  <w:footnote w:type="continuationSeparator" w:id="0">
    <w:p w14:paraId="7DB17AC9" w14:textId="77777777" w:rsidR="0020570C" w:rsidRDefault="0020570C" w:rsidP="000F70B6">
      <w:pPr>
        <w:spacing w:line="240" w:lineRule="auto"/>
      </w:pPr>
      <w:r>
        <w:continuationSeparator/>
      </w:r>
    </w:p>
    <w:p w14:paraId="1CC0762B" w14:textId="77777777" w:rsidR="0020570C" w:rsidRDefault="00205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32EFE" w14:textId="77777777" w:rsidR="00684A3A" w:rsidRDefault="00684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20544" w14:textId="105D3178" w:rsidR="00C4468A" w:rsidRDefault="00BF18C7" w:rsidP="009C23DB">
    <w:pPr>
      <w:pStyle w:val="Header"/>
    </w:pPr>
    <w:r>
      <w:rPr>
        <w:noProof/>
      </w:rPr>
      <w:drawing>
        <wp:anchor distT="0" distB="0" distL="114300" distR="114300" simplePos="0" relativeHeight="251674624" behindDoc="0" locked="0" layoutInCell="1" allowOverlap="1" wp14:anchorId="79773A2E" wp14:editId="69640EAE">
          <wp:simplePos x="0" y="0"/>
          <wp:positionH relativeFrom="column">
            <wp:posOffset>5547360</wp:posOffset>
          </wp:positionH>
          <wp:positionV relativeFrom="paragraph">
            <wp:posOffset>63000</wp:posOffset>
          </wp:positionV>
          <wp:extent cx="889880" cy="22882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889880" cy="228826"/>
                  </a:xfrm>
                  <a:prstGeom prst="rect">
                    <a:avLst/>
                  </a:prstGeom>
                </pic:spPr>
              </pic:pic>
            </a:graphicData>
          </a:graphic>
          <wp14:sizeRelH relativeFrom="margin">
            <wp14:pctWidth>0</wp14:pctWidth>
          </wp14:sizeRelH>
          <wp14:sizeRelV relativeFrom="margin">
            <wp14:pctHeight>0</wp14:pctHeight>
          </wp14:sizeRelV>
        </wp:anchor>
      </w:drawing>
    </w:r>
  </w:p>
  <w:p w14:paraId="3D20D061" w14:textId="08D93304" w:rsidR="00C4468A" w:rsidRPr="009C23DB" w:rsidRDefault="00C4468A" w:rsidP="009C23DB">
    <w:pPr>
      <w:pStyle w:val="Header"/>
    </w:pPr>
  </w:p>
  <w:p w14:paraId="737BEA92" w14:textId="77777777" w:rsidR="00C4468A" w:rsidRDefault="00C4468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70F15" w14:textId="4018CB0F" w:rsidR="00C4468A" w:rsidRDefault="009665DB" w:rsidP="00713DA2">
    <w:pPr>
      <w:pStyle w:val="Header"/>
      <w:ind w:right="-1845"/>
    </w:pPr>
    <w:r>
      <w:rPr>
        <w:noProof/>
      </w:rPr>
      <w:drawing>
        <wp:anchor distT="0" distB="0" distL="0" distR="0" simplePos="0" relativeHeight="251666432" behindDoc="0" locked="0" layoutInCell="1" allowOverlap="1" wp14:anchorId="41B52968" wp14:editId="7E9BF527">
          <wp:simplePos x="0" y="0"/>
          <wp:positionH relativeFrom="page">
            <wp:posOffset>6191250</wp:posOffset>
          </wp:positionH>
          <wp:positionV relativeFrom="page">
            <wp:posOffset>304800</wp:posOffset>
          </wp:positionV>
          <wp:extent cx="1101600" cy="295200"/>
          <wp:effectExtent l="0" t="0" r="3810" b="0"/>
          <wp:wrapSquare wrapText="bothSides"/>
          <wp:docPr id="1" name="SecondPageLogo"/>
          <wp:cNvGraphicFramePr/>
          <a:graphic xmlns:a="http://schemas.openxmlformats.org/drawingml/2006/main">
            <a:graphicData uri="http://schemas.openxmlformats.org/drawingml/2006/picture">
              <pic:pic xmlns:pic="http://schemas.openxmlformats.org/drawingml/2006/picture">
                <pic:nvPicPr>
                  <pic:cNvPr id="711892386" name="SecondPageLogo"/>
                  <pic:cNvPicPr/>
                </pic:nvPicPr>
                <pic:blipFill>
                  <a:blip r:embed="rId1"/>
                  <a:srcRect/>
                  <a:stretch/>
                </pic:blipFill>
                <pic:spPr>
                  <a:xfrm>
                    <a:off x="0" y="0"/>
                    <a:ext cx="1101600" cy="295200"/>
                  </a:xfrm>
                  <a:prstGeom prst="rect">
                    <a:avLst/>
                  </a:prstGeom>
                </pic:spPr>
              </pic:pic>
            </a:graphicData>
          </a:graphic>
          <wp14:sizeRelH relativeFrom="margin">
            <wp14:pctWidth>0</wp14:pctWidth>
          </wp14:sizeRelH>
          <wp14:sizeRelV relativeFrom="margin">
            <wp14:pctHeight>0</wp14:pctHeight>
          </wp14:sizeRelV>
        </wp:anchor>
      </w:drawing>
    </w:r>
  </w:p>
  <w:p w14:paraId="1232DBE3" w14:textId="77777777" w:rsidR="009665DB" w:rsidRDefault="009665DB" w:rsidP="00713DA2">
    <w:pPr>
      <w:pStyle w:val="Header"/>
      <w:ind w:right="-184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0F812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BB26E5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016A19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3F48D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26A10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5CA09D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29E91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386FA2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6F8466E"/>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05205550"/>
    <w:multiLevelType w:val="multilevel"/>
    <w:tmpl w:val="C52A674A"/>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0" w15:restartNumberingAfterBreak="0">
    <w:nsid w:val="078E79E0"/>
    <w:multiLevelType w:val="hybridMultilevel"/>
    <w:tmpl w:val="01B85D78"/>
    <w:lvl w:ilvl="0" w:tplc="04060011">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07A201AE"/>
    <w:multiLevelType w:val="hybridMultilevel"/>
    <w:tmpl w:val="1B6695D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0AA50CC6"/>
    <w:multiLevelType w:val="multilevel"/>
    <w:tmpl w:val="93FE0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37153B"/>
    <w:multiLevelType w:val="multilevel"/>
    <w:tmpl w:val="3BDE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655196"/>
    <w:multiLevelType w:val="hybridMultilevel"/>
    <w:tmpl w:val="E394453A"/>
    <w:lvl w:ilvl="0" w:tplc="0406001B">
      <w:start w:val="1"/>
      <w:numFmt w:val="lowerRoman"/>
      <w:lvlText w:val="%1."/>
      <w:lvlJc w:val="right"/>
      <w:pPr>
        <w:ind w:left="720" w:hanging="360"/>
      </w:pPr>
      <w:rPr>
        <w:rFonts w:hint="default"/>
        <w:b/>
        <w:u w:val="single"/>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8FE3A30"/>
    <w:multiLevelType w:val="multilevel"/>
    <w:tmpl w:val="24BA602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C537717"/>
    <w:multiLevelType w:val="multilevel"/>
    <w:tmpl w:val="FD62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04434"/>
    <w:multiLevelType w:val="hybridMultilevel"/>
    <w:tmpl w:val="9606D9B6"/>
    <w:lvl w:ilvl="0" w:tplc="D624C3F0">
      <w:start w:val="1"/>
      <w:numFmt w:val="bullet"/>
      <w:lvlText w:val=""/>
      <w:lvlJc w:val="left"/>
      <w:pPr>
        <w:tabs>
          <w:tab w:val="num" w:pos="720"/>
        </w:tabs>
        <w:ind w:left="720" w:hanging="360"/>
      </w:pPr>
      <w:rPr>
        <w:rFonts w:ascii="Wingdings" w:hAnsi="Wingdings" w:hint="default"/>
      </w:rPr>
    </w:lvl>
    <w:lvl w:ilvl="1" w:tplc="6DF026FC" w:tentative="1">
      <w:start w:val="1"/>
      <w:numFmt w:val="bullet"/>
      <w:lvlText w:val=""/>
      <w:lvlJc w:val="left"/>
      <w:pPr>
        <w:tabs>
          <w:tab w:val="num" w:pos="1440"/>
        </w:tabs>
        <w:ind w:left="1440" w:hanging="360"/>
      </w:pPr>
      <w:rPr>
        <w:rFonts w:ascii="Wingdings" w:hAnsi="Wingdings" w:hint="default"/>
      </w:rPr>
    </w:lvl>
    <w:lvl w:ilvl="2" w:tplc="186C6C1A" w:tentative="1">
      <w:start w:val="1"/>
      <w:numFmt w:val="bullet"/>
      <w:lvlText w:val=""/>
      <w:lvlJc w:val="left"/>
      <w:pPr>
        <w:tabs>
          <w:tab w:val="num" w:pos="2160"/>
        </w:tabs>
        <w:ind w:left="2160" w:hanging="360"/>
      </w:pPr>
      <w:rPr>
        <w:rFonts w:ascii="Wingdings" w:hAnsi="Wingdings" w:hint="default"/>
      </w:rPr>
    </w:lvl>
    <w:lvl w:ilvl="3" w:tplc="9306EFD4" w:tentative="1">
      <w:start w:val="1"/>
      <w:numFmt w:val="bullet"/>
      <w:lvlText w:val=""/>
      <w:lvlJc w:val="left"/>
      <w:pPr>
        <w:tabs>
          <w:tab w:val="num" w:pos="2880"/>
        </w:tabs>
        <w:ind w:left="2880" w:hanging="360"/>
      </w:pPr>
      <w:rPr>
        <w:rFonts w:ascii="Wingdings" w:hAnsi="Wingdings" w:hint="default"/>
      </w:rPr>
    </w:lvl>
    <w:lvl w:ilvl="4" w:tplc="614E58F8" w:tentative="1">
      <w:start w:val="1"/>
      <w:numFmt w:val="bullet"/>
      <w:lvlText w:val=""/>
      <w:lvlJc w:val="left"/>
      <w:pPr>
        <w:tabs>
          <w:tab w:val="num" w:pos="3600"/>
        </w:tabs>
        <w:ind w:left="3600" w:hanging="360"/>
      </w:pPr>
      <w:rPr>
        <w:rFonts w:ascii="Wingdings" w:hAnsi="Wingdings" w:hint="default"/>
      </w:rPr>
    </w:lvl>
    <w:lvl w:ilvl="5" w:tplc="B0F6578E" w:tentative="1">
      <w:start w:val="1"/>
      <w:numFmt w:val="bullet"/>
      <w:lvlText w:val=""/>
      <w:lvlJc w:val="left"/>
      <w:pPr>
        <w:tabs>
          <w:tab w:val="num" w:pos="4320"/>
        </w:tabs>
        <w:ind w:left="4320" w:hanging="360"/>
      </w:pPr>
      <w:rPr>
        <w:rFonts w:ascii="Wingdings" w:hAnsi="Wingdings" w:hint="default"/>
      </w:rPr>
    </w:lvl>
    <w:lvl w:ilvl="6" w:tplc="45C27CF8" w:tentative="1">
      <w:start w:val="1"/>
      <w:numFmt w:val="bullet"/>
      <w:lvlText w:val=""/>
      <w:lvlJc w:val="left"/>
      <w:pPr>
        <w:tabs>
          <w:tab w:val="num" w:pos="5040"/>
        </w:tabs>
        <w:ind w:left="5040" w:hanging="360"/>
      </w:pPr>
      <w:rPr>
        <w:rFonts w:ascii="Wingdings" w:hAnsi="Wingdings" w:hint="default"/>
      </w:rPr>
    </w:lvl>
    <w:lvl w:ilvl="7" w:tplc="B3228F9E" w:tentative="1">
      <w:start w:val="1"/>
      <w:numFmt w:val="bullet"/>
      <w:lvlText w:val=""/>
      <w:lvlJc w:val="left"/>
      <w:pPr>
        <w:tabs>
          <w:tab w:val="num" w:pos="5760"/>
        </w:tabs>
        <w:ind w:left="5760" w:hanging="360"/>
      </w:pPr>
      <w:rPr>
        <w:rFonts w:ascii="Wingdings" w:hAnsi="Wingdings" w:hint="default"/>
      </w:rPr>
    </w:lvl>
    <w:lvl w:ilvl="8" w:tplc="4148BDE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9A08CD"/>
    <w:multiLevelType w:val="multilevel"/>
    <w:tmpl w:val="8976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D84538"/>
    <w:multiLevelType w:val="hybridMultilevel"/>
    <w:tmpl w:val="5E26453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0" w15:restartNumberingAfterBreak="0">
    <w:nsid w:val="54AC1724"/>
    <w:multiLevelType w:val="multilevel"/>
    <w:tmpl w:val="ED8E0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982E71"/>
    <w:multiLevelType w:val="multilevel"/>
    <w:tmpl w:val="BDBC8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AF5225"/>
    <w:multiLevelType w:val="multilevel"/>
    <w:tmpl w:val="B91259E8"/>
    <w:lvl w:ilvl="0">
      <w:start w:val="1"/>
      <w:numFmt w:val="bullet"/>
      <w:pStyle w:val="ListBullet"/>
      <w:lvlText w:val=""/>
      <w:lvlJc w:val="left"/>
      <w:pPr>
        <w:ind w:left="360" w:hanging="360"/>
      </w:pPr>
      <w:rPr>
        <w:rFonts w:ascii="Symbol" w:hAnsi="Symbol" w:hint="default"/>
        <w:b w:val="0"/>
        <w:i w:val="0"/>
        <w:color w:val="232323" w:themeColor="text2"/>
        <w:sz w:val="20"/>
        <w:szCs w:val="24"/>
        <w:u w:color="FAFDF6" w:themeColor="background2"/>
      </w:rPr>
    </w:lvl>
    <w:lvl w:ilvl="1">
      <w:start w:val="1"/>
      <w:numFmt w:val="bullet"/>
      <w:lvlText w:val="o"/>
      <w:lvlJc w:val="left"/>
      <w:pPr>
        <w:ind w:left="680" w:hanging="340"/>
      </w:pPr>
      <w:rPr>
        <w:rFonts w:ascii="Courier New" w:hAnsi="Courier New" w:hint="default"/>
        <w:color w:val="184A99"/>
      </w:rPr>
    </w:lvl>
    <w:lvl w:ilvl="2">
      <w:start w:val="1"/>
      <w:numFmt w:val="bullet"/>
      <w:lvlText w:val=""/>
      <w:lvlJc w:val="left"/>
      <w:pPr>
        <w:ind w:left="1020" w:hanging="340"/>
      </w:pPr>
      <w:rPr>
        <w:rFonts w:ascii="Symbol" w:hAnsi="Symbol" w:hint="default"/>
        <w:color w:val="184A99"/>
        <w:sz w:val="16"/>
        <w:szCs w:val="14"/>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23" w15:restartNumberingAfterBreak="0">
    <w:nsid w:val="65BB729E"/>
    <w:multiLevelType w:val="hybridMultilevel"/>
    <w:tmpl w:val="E8D60272"/>
    <w:lvl w:ilvl="0" w:tplc="788899FC">
      <w:numFmt w:val="bullet"/>
      <w:lvlText w:val="-"/>
      <w:lvlJc w:val="left"/>
      <w:pPr>
        <w:ind w:left="720" w:hanging="360"/>
      </w:pPr>
      <w:rPr>
        <w:rFonts w:ascii="Roboto" w:eastAsiaTheme="minorHAnsi" w:hAnsi="Robot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67090A2C"/>
    <w:multiLevelType w:val="multilevel"/>
    <w:tmpl w:val="47C6EEB6"/>
    <w:lvl w:ilvl="0">
      <w:start w:val="1"/>
      <w:numFmt w:val="decimal"/>
      <w:pStyle w:val="ListNumber"/>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418" w:hanging="738"/>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2325" w:hanging="907"/>
      </w:pPr>
      <w:rPr>
        <w:rFonts w:hint="default"/>
      </w:rPr>
    </w:lvl>
    <w:lvl w:ilvl="5">
      <w:start w:val="1"/>
      <w:numFmt w:val="decimal"/>
      <w:lvlText w:val="%1.%2.%3.%4.%5.%6."/>
      <w:lvlJc w:val="left"/>
      <w:pPr>
        <w:ind w:left="2552" w:hanging="1134"/>
      </w:pPr>
      <w:rPr>
        <w:rFonts w:hint="default"/>
      </w:rPr>
    </w:lvl>
    <w:lvl w:ilvl="6">
      <w:start w:val="1"/>
      <w:numFmt w:val="decimal"/>
      <w:lvlText w:val="%1.%2.%3.%4.%5.%6.%7."/>
      <w:lvlJc w:val="left"/>
      <w:pPr>
        <w:ind w:left="2722" w:hanging="1304"/>
      </w:pPr>
      <w:rPr>
        <w:rFonts w:hint="default"/>
      </w:rPr>
    </w:lvl>
    <w:lvl w:ilvl="7">
      <w:start w:val="1"/>
      <w:numFmt w:val="decimal"/>
      <w:lvlText w:val="%1.%2.%3.%4.%5.%6.%7.%8."/>
      <w:lvlJc w:val="left"/>
      <w:pPr>
        <w:ind w:left="2948" w:hanging="1530"/>
      </w:pPr>
      <w:rPr>
        <w:rFonts w:hint="default"/>
      </w:rPr>
    </w:lvl>
    <w:lvl w:ilvl="8">
      <w:start w:val="1"/>
      <w:numFmt w:val="decimal"/>
      <w:lvlText w:val="%1.%2.%3.%4.%5.%6.%7.%8.%9."/>
      <w:lvlJc w:val="left"/>
      <w:pPr>
        <w:ind w:left="3175" w:hanging="1757"/>
      </w:pPr>
      <w:rPr>
        <w:rFonts w:hint="default"/>
      </w:rPr>
    </w:lvl>
  </w:abstractNum>
  <w:abstractNum w:abstractNumId="25" w15:restartNumberingAfterBreak="0">
    <w:nsid w:val="6857300F"/>
    <w:multiLevelType w:val="multilevel"/>
    <w:tmpl w:val="E2429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C95A8F"/>
    <w:multiLevelType w:val="multilevel"/>
    <w:tmpl w:val="C98C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7C7048"/>
    <w:multiLevelType w:val="hybridMultilevel"/>
    <w:tmpl w:val="678012B4"/>
    <w:lvl w:ilvl="0" w:tplc="D3F871C8">
      <w:numFmt w:val="bullet"/>
      <w:lvlText w:val="-"/>
      <w:lvlJc w:val="left"/>
      <w:pPr>
        <w:ind w:left="720" w:hanging="360"/>
      </w:pPr>
      <w:rPr>
        <w:rFonts w:ascii="Roboto" w:eastAsiaTheme="minorHAnsi" w:hAnsi="Robot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719111B9"/>
    <w:multiLevelType w:val="multilevel"/>
    <w:tmpl w:val="1064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97051F"/>
    <w:multiLevelType w:val="multilevel"/>
    <w:tmpl w:val="292CCFE0"/>
    <w:lvl w:ilvl="0">
      <w:start w:val="1"/>
      <w:numFmt w:val="bullet"/>
      <w:lvlText w:val=""/>
      <w:lvlJc w:val="left"/>
      <w:pPr>
        <w:ind w:left="340" w:hanging="340"/>
      </w:pPr>
      <w:rPr>
        <w:rFonts w:ascii="Symbol" w:hAnsi="Symbol" w:hint="default"/>
        <w:color w:val="auto"/>
        <w:sz w:val="16"/>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num w:numId="1" w16cid:durableId="1418207079">
    <w:abstractNumId w:val="22"/>
  </w:num>
  <w:num w:numId="2" w16cid:durableId="90047782">
    <w:abstractNumId w:val="8"/>
  </w:num>
  <w:num w:numId="3" w16cid:durableId="933706366">
    <w:abstractNumId w:val="7"/>
  </w:num>
  <w:num w:numId="4" w16cid:durableId="1265308430">
    <w:abstractNumId w:val="6"/>
  </w:num>
  <w:num w:numId="5" w16cid:durableId="1491557994">
    <w:abstractNumId w:val="5"/>
  </w:num>
  <w:num w:numId="6" w16cid:durableId="152769506">
    <w:abstractNumId w:val="24"/>
  </w:num>
  <w:num w:numId="7" w16cid:durableId="1355887912">
    <w:abstractNumId w:val="4"/>
  </w:num>
  <w:num w:numId="8" w16cid:durableId="1862551887">
    <w:abstractNumId w:val="3"/>
  </w:num>
  <w:num w:numId="9" w16cid:durableId="240867564">
    <w:abstractNumId w:val="2"/>
  </w:num>
  <w:num w:numId="10" w16cid:durableId="1934432564">
    <w:abstractNumId w:val="1"/>
  </w:num>
  <w:num w:numId="11" w16cid:durableId="1087993073">
    <w:abstractNumId w:val="21"/>
  </w:num>
  <w:num w:numId="12" w16cid:durableId="789128078">
    <w:abstractNumId w:val="13"/>
  </w:num>
  <w:num w:numId="13" w16cid:durableId="1092896051">
    <w:abstractNumId w:val="12"/>
  </w:num>
  <w:num w:numId="14" w16cid:durableId="397173673">
    <w:abstractNumId w:val="18"/>
  </w:num>
  <w:num w:numId="15" w16cid:durableId="1714885603">
    <w:abstractNumId w:val="20"/>
  </w:num>
  <w:num w:numId="16" w16cid:durableId="482238552">
    <w:abstractNumId w:val="16"/>
  </w:num>
  <w:num w:numId="17" w16cid:durableId="444925197">
    <w:abstractNumId w:val="26"/>
  </w:num>
  <w:num w:numId="18" w16cid:durableId="885947351">
    <w:abstractNumId w:val="25"/>
  </w:num>
  <w:num w:numId="19" w16cid:durableId="16740536">
    <w:abstractNumId w:val="10"/>
  </w:num>
  <w:num w:numId="20" w16cid:durableId="110167823">
    <w:abstractNumId w:val="28"/>
  </w:num>
  <w:num w:numId="21" w16cid:durableId="110251501">
    <w:abstractNumId w:val="22"/>
  </w:num>
  <w:num w:numId="22" w16cid:durableId="1159922490">
    <w:abstractNumId w:val="8"/>
  </w:num>
  <w:num w:numId="23" w16cid:durableId="618418575">
    <w:abstractNumId w:val="24"/>
  </w:num>
  <w:num w:numId="24" w16cid:durableId="428089471">
    <w:abstractNumId w:val="14"/>
  </w:num>
  <w:num w:numId="25" w16cid:durableId="1544754847">
    <w:abstractNumId w:val="11"/>
  </w:num>
  <w:num w:numId="26" w16cid:durableId="329797660">
    <w:abstractNumId w:val="17"/>
  </w:num>
  <w:num w:numId="27" w16cid:durableId="165176506">
    <w:abstractNumId w:val="0"/>
  </w:num>
  <w:num w:numId="28" w16cid:durableId="1402021414">
    <w:abstractNumId w:val="15"/>
  </w:num>
  <w:num w:numId="29" w16cid:durableId="137575284">
    <w:abstractNumId w:val="19"/>
  </w:num>
  <w:num w:numId="30" w16cid:durableId="590091251">
    <w:abstractNumId w:val="9"/>
  </w:num>
  <w:num w:numId="31" w16cid:durableId="404113700">
    <w:abstractNumId w:val="29"/>
  </w:num>
  <w:num w:numId="32" w16cid:durableId="2136824475">
    <w:abstractNumId w:val="23"/>
  </w:num>
  <w:num w:numId="33" w16cid:durableId="20374582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1304"/>
  <w:hyphenationZone w:val="425"/>
  <w:defaultTableStyle w:val="TableGrid"/>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U0MDQ0MTc3MDIxNTRT0lEKTi0uzszPAykwrAUA8aX8PywAAAA="/>
  </w:docVars>
  <w:rsids>
    <w:rsidRoot w:val="00EC181A"/>
    <w:rsid w:val="00006275"/>
    <w:rsid w:val="0003578D"/>
    <w:rsid w:val="0004471A"/>
    <w:rsid w:val="00051977"/>
    <w:rsid w:val="0005623D"/>
    <w:rsid w:val="000567E2"/>
    <w:rsid w:val="000627CE"/>
    <w:rsid w:val="00071246"/>
    <w:rsid w:val="00085F66"/>
    <w:rsid w:val="00086E56"/>
    <w:rsid w:val="00091A8A"/>
    <w:rsid w:val="0009279B"/>
    <w:rsid w:val="00093E7A"/>
    <w:rsid w:val="000952E1"/>
    <w:rsid w:val="000A1EE2"/>
    <w:rsid w:val="000A69BA"/>
    <w:rsid w:val="000B35C9"/>
    <w:rsid w:val="000C20C6"/>
    <w:rsid w:val="000C4432"/>
    <w:rsid w:val="000E2C7C"/>
    <w:rsid w:val="000E3E99"/>
    <w:rsid w:val="000F13D0"/>
    <w:rsid w:val="000F280B"/>
    <w:rsid w:val="000F70B6"/>
    <w:rsid w:val="00105D89"/>
    <w:rsid w:val="001060E1"/>
    <w:rsid w:val="00107452"/>
    <w:rsid w:val="001152BF"/>
    <w:rsid w:val="0012187A"/>
    <w:rsid w:val="00121F75"/>
    <w:rsid w:val="00133170"/>
    <w:rsid w:val="00133FA6"/>
    <w:rsid w:val="001343BA"/>
    <w:rsid w:val="00142AF9"/>
    <w:rsid w:val="00156AA8"/>
    <w:rsid w:val="00157167"/>
    <w:rsid w:val="0016777C"/>
    <w:rsid w:val="00170885"/>
    <w:rsid w:val="00171573"/>
    <w:rsid w:val="00172A8A"/>
    <w:rsid w:val="00186D52"/>
    <w:rsid w:val="001910DE"/>
    <w:rsid w:val="00196841"/>
    <w:rsid w:val="001A2AF4"/>
    <w:rsid w:val="001C6811"/>
    <w:rsid w:val="001E5E4C"/>
    <w:rsid w:val="001F5571"/>
    <w:rsid w:val="001F6A80"/>
    <w:rsid w:val="0020570C"/>
    <w:rsid w:val="00207E4F"/>
    <w:rsid w:val="002126F0"/>
    <w:rsid w:val="00225EF5"/>
    <w:rsid w:val="0022796A"/>
    <w:rsid w:val="002335AD"/>
    <w:rsid w:val="002460D8"/>
    <w:rsid w:val="00246261"/>
    <w:rsid w:val="00252DDD"/>
    <w:rsid w:val="002538D2"/>
    <w:rsid w:val="002546E9"/>
    <w:rsid w:val="002558AD"/>
    <w:rsid w:val="002610A8"/>
    <w:rsid w:val="00263709"/>
    <w:rsid w:val="00267F71"/>
    <w:rsid w:val="00270D62"/>
    <w:rsid w:val="002834AE"/>
    <w:rsid w:val="00285F0F"/>
    <w:rsid w:val="00287275"/>
    <w:rsid w:val="00287601"/>
    <w:rsid w:val="002877A7"/>
    <w:rsid w:val="0029296E"/>
    <w:rsid w:val="0029695D"/>
    <w:rsid w:val="002A6BEB"/>
    <w:rsid w:val="002A7E03"/>
    <w:rsid w:val="002B082D"/>
    <w:rsid w:val="002B0F72"/>
    <w:rsid w:val="002B1BA6"/>
    <w:rsid w:val="002C1067"/>
    <w:rsid w:val="002D490A"/>
    <w:rsid w:val="002D7993"/>
    <w:rsid w:val="002E0959"/>
    <w:rsid w:val="002E0ABC"/>
    <w:rsid w:val="002E0AC7"/>
    <w:rsid w:val="002E27D5"/>
    <w:rsid w:val="002E4F9E"/>
    <w:rsid w:val="003066AD"/>
    <w:rsid w:val="00307F15"/>
    <w:rsid w:val="003176E3"/>
    <w:rsid w:val="00317748"/>
    <w:rsid w:val="003210C7"/>
    <w:rsid w:val="00331957"/>
    <w:rsid w:val="00333455"/>
    <w:rsid w:val="003362E8"/>
    <w:rsid w:val="003366D3"/>
    <w:rsid w:val="00337075"/>
    <w:rsid w:val="003400C9"/>
    <w:rsid w:val="0034320F"/>
    <w:rsid w:val="003506E3"/>
    <w:rsid w:val="00350D7B"/>
    <w:rsid w:val="00357A5F"/>
    <w:rsid w:val="00365176"/>
    <w:rsid w:val="00366CB0"/>
    <w:rsid w:val="00371C01"/>
    <w:rsid w:val="00373267"/>
    <w:rsid w:val="003773C7"/>
    <w:rsid w:val="00386195"/>
    <w:rsid w:val="003861E8"/>
    <w:rsid w:val="003864CA"/>
    <w:rsid w:val="00391865"/>
    <w:rsid w:val="00392552"/>
    <w:rsid w:val="00394A39"/>
    <w:rsid w:val="00397081"/>
    <w:rsid w:val="003976D4"/>
    <w:rsid w:val="003A1AB4"/>
    <w:rsid w:val="003A5177"/>
    <w:rsid w:val="003B28FC"/>
    <w:rsid w:val="003B327A"/>
    <w:rsid w:val="003B57FE"/>
    <w:rsid w:val="003B74EE"/>
    <w:rsid w:val="003C2979"/>
    <w:rsid w:val="003C49EC"/>
    <w:rsid w:val="003D4857"/>
    <w:rsid w:val="003E3D5D"/>
    <w:rsid w:val="003E435A"/>
    <w:rsid w:val="003F67D9"/>
    <w:rsid w:val="00403F0D"/>
    <w:rsid w:val="00413A30"/>
    <w:rsid w:val="00413A51"/>
    <w:rsid w:val="00414334"/>
    <w:rsid w:val="004173D9"/>
    <w:rsid w:val="00427A25"/>
    <w:rsid w:val="00430BEE"/>
    <w:rsid w:val="0043151D"/>
    <w:rsid w:val="00434E31"/>
    <w:rsid w:val="00442747"/>
    <w:rsid w:val="00442A1F"/>
    <w:rsid w:val="00444454"/>
    <w:rsid w:val="0045045A"/>
    <w:rsid w:val="00452A33"/>
    <w:rsid w:val="00456DEF"/>
    <w:rsid w:val="0046089A"/>
    <w:rsid w:val="0046170E"/>
    <w:rsid w:val="004763A6"/>
    <w:rsid w:val="00482F56"/>
    <w:rsid w:val="0048347B"/>
    <w:rsid w:val="00483D85"/>
    <w:rsid w:val="004850B6"/>
    <w:rsid w:val="004855EF"/>
    <w:rsid w:val="004905EE"/>
    <w:rsid w:val="00490DB8"/>
    <w:rsid w:val="004A3477"/>
    <w:rsid w:val="004A4EAF"/>
    <w:rsid w:val="004B1D14"/>
    <w:rsid w:val="004B4F4C"/>
    <w:rsid w:val="004B6E5D"/>
    <w:rsid w:val="004C1E6C"/>
    <w:rsid w:val="004C33A5"/>
    <w:rsid w:val="004C57CD"/>
    <w:rsid w:val="004C5C3F"/>
    <w:rsid w:val="004D0A90"/>
    <w:rsid w:val="004D52A2"/>
    <w:rsid w:val="004E496B"/>
    <w:rsid w:val="004E52F7"/>
    <w:rsid w:val="004E7458"/>
    <w:rsid w:val="004E783B"/>
    <w:rsid w:val="004F29DB"/>
    <w:rsid w:val="004F64EC"/>
    <w:rsid w:val="004F6EDD"/>
    <w:rsid w:val="004F7B6B"/>
    <w:rsid w:val="005063DF"/>
    <w:rsid w:val="00513BB3"/>
    <w:rsid w:val="00515766"/>
    <w:rsid w:val="00521C5E"/>
    <w:rsid w:val="00532289"/>
    <w:rsid w:val="0053294A"/>
    <w:rsid w:val="00537819"/>
    <w:rsid w:val="005400AE"/>
    <w:rsid w:val="00542601"/>
    <w:rsid w:val="0054272A"/>
    <w:rsid w:val="00546D91"/>
    <w:rsid w:val="00551D83"/>
    <w:rsid w:val="00553E23"/>
    <w:rsid w:val="005614E0"/>
    <w:rsid w:val="0056316E"/>
    <w:rsid w:val="00564D90"/>
    <w:rsid w:val="00573561"/>
    <w:rsid w:val="00574E13"/>
    <w:rsid w:val="00575595"/>
    <w:rsid w:val="00581CFC"/>
    <w:rsid w:val="00582498"/>
    <w:rsid w:val="00582EFD"/>
    <w:rsid w:val="00587CB7"/>
    <w:rsid w:val="00590065"/>
    <w:rsid w:val="00590234"/>
    <w:rsid w:val="00593326"/>
    <w:rsid w:val="0059573B"/>
    <w:rsid w:val="005A2BC6"/>
    <w:rsid w:val="005A2F6F"/>
    <w:rsid w:val="005A6098"/>
    <w:rsid w:val="005A6565"/>
    <w:rsid w:val="005B089E"/>
    <w:rsid w:val="005B2D75"/>
    <w:rsid w:val="005B508E"/>
    <w:rsid w:val="005C40DC"/>
    <w:rsid w:val="005C4C4F"/>
    <w:rsid w:val="005C7FB2"/>
    <w:rsid w:val="005D040D"/>
    <w:rsid w:val="005D2025"/>
    <w:rsid w:val="005D2D49"/>
    <w:rsid w:val="005E11FF"/>
    <w:rsid w:val="005E425E"/>
    <w:rsid w:val="005E55E4"/>
    <w:rsid w:val="005F350C"/>
    <w:rsid w:val="006000E7"/>
    <w:rsid w:val="00603B43"/>
    <w:rsid w:val="00604DD9"/>
    <w:rsid w:val="006060E8"/>
    <w:rsid w:val="00607C66"/>
    <w:rsid w:val="00611AE0"/>
    <w:rsid w:val="006137D5"/>
    <w:rsid w:val="00625E19"/>
    <w:rsid w:val="006275BA"/>
    <w:rsid w:val="006311AC"/>
    <w:rsid w:val="00634512"/>
    <w:rsid w:val="00634EFA"/>
    <w:rsid w:val="00635BF1"/>
    <w:rsid w:val="00635F66"/>
    <w:rsid w:val="006410F6"/>
    <w:rsid w:val="0065046F"/>
    <w:rsid w:val="00663831"/>
    <w:rsid w:val="00664B89"/>
    <w:rsid w:val="006711EE"/>
    <w:rsid w:val="00676312"/>
    <w:rsid w:val="006805A1"/>
    <w:rsid w:val="00684A3A"/>
    <w:rsid w:val="00691376"/>
    <w:rsid w:val="006971E6"/>
    <w:rsid w:val="0069732E"/>
    <w:rsid w:val="006974A2"/>
    <w:rsid w:val="006A7270"/>
    <w:rsid w:val="006B0EF3"/>
    <w:rsid w:val="006C2451"/>
    <w:rsid w:val="006C3472"/>
    <w:rsid w:val="006C51E8"/>
    <w:rsid w:val="006C526F"/>
    <w:rsid w:val="006D77AA"/>
    <w:rsid w:val="006E48C8"/>
    <w:rsid w:val="006E6092"/>
    <w:rsid w:val="006E75AF"/>
    <w:rsid w:val="006F0711"/>
    <w:rsid w:val="006F0CF5"/>
    <w:rsid w:val="006F1461"/>
    <w:rsid w:val="00702345"/>
    <w:rsid w:val="00704175"/>
    <w:rsid w:val="0070502D"/>
    <w:rsid w:val="007074F0"/>
    <w:rsid w:val="00713DA2"/>
    <w:rsid w:val="00721D67"/>
    <w:rsid w:val="0072420D"/>
    <w:rsid w:val="007246CB"/>
    <w:rsid w:val="0072524D"/>
    <w:rsid w:val="00725C6C"/>
    <w:rsid w:val="0073164F"/>
    <w:rsid w:val="007326C0"/>
    <w:rsid w:val="00747737"/>
    <w:rsid w:val="00752C88"/>
    <w:rsid w:val="00755F29"/>
    <w:rsid w:val="00760D7C"/>
    <w:rsid w:val="00772318"/>
    <w:rsid w:val="00772F86"/>
    <w:rsid w:val="00775833"/>
    <w:rsid w:val="00776D80"/>
    <w:rsid w:val="00780D0E"/>
    <w:rsid w:val="007837E9"/>
    <w:rsid w:val="00784FE9"/>
    <w:rsid w:val="007923C7"/>
    <w:rsid w:val="007946F0"/>
    <w:rsid w:val="00796506"/>
    <w:rsid w:val="007977E7"/>
    <w:rsid w:val="007B5AD7"/>
    <w:rsid w:val="007B745A"/>
    <w:rsid w:val="007D31FC"/>
    <w:rsid w:val="007D4604"/>
    <w:rsid w:val="007E6A85"/>
    <w:rsid w:val="007F0FA7"/>
    <w:rsid w:val="007F1183"/>
    <w:rsid w:val="007F4A40"/>
    <w:rsid w:val="007F59E9"/>
    <w:rsid w:val="007F6D32"/>
    <w:rsid w:val="007F70D6"/>
    <w:rsid w:val="008105AD"/>
    <w:rsid w:val="00820B53"/>
    <w:rsid w:val="0082291F"/>
    <w:rsid w:val="00824F67"/>
    <w:rsid w:val="0082564B"/>
    <w:rsid w:val="0083506A"/>
    <w:rsid w:val="0084210F"/>
    <w:rsid w:val="00844819"/>
    <w:rsid w:val="0084690E"/>
    <w:rsid w:val="008474EC"/>
    <w:rsid w:val="0086224B"/>
    <w:rsid w:val="008623EE"/>
    <w:rsid w:val="008644BE"/>
    <w:rsid w:val="00865258"/>
    <w:rsid w:val="008719C5"/>
    <w:rsid w:val="00872582"/>
    <w:rsid w:val="00882366"/>
    <w:rsid w:val="00885CBB"/>
    <w:rsid w:val="008879BC"/>
    <w:rsid w:val="008A1199"/>
    <w:rsid w:val="008A2E74"/>
    <w:rsid w:val="008A37B0"/>
    <w:rsid w:val="008A3E87"/>
    <w:rsid w:val="008A3FBA"/>
    <w:rsid w:val="008A4A40"/>
    <w:rsid w:val="008B6BB3"/>
    <w:rsid w:val="008C2586"/>
    <w:rsid w:val="008C2806"/>
    <w:rsid w:val="008C31A8"/>
    <w:rsid w:val="008C468C"/>
    <w:rsid w:val="008C7572"/>
    <w:rsid w:val="008D5F72"/>
    <w:rsid w:val="008F18AF"/>
    <w:rsid w:val="008F2988"/>
    <w:rsid w:val="008F77A3"/>
    <w:rsid w:val="008F7F71"/>
    <w:rsid w:val="00900638"/>
    <w:rsid w:val="00904498"/>
    <w:rsid w:val="0090495B"/>
    <w:rsid w:val="00913381"/>
    <w:rsid w:val="0091583B"/>
    <w:rsid w:val="00920DE6"/>
    <w:rsid w:val="00921FE9"/>
    <w:rsid w:val="00922613"/>
    <w:rsid w:val="009250F0"/>
    <w:rsid w:val="00934CC0"/>
    <w:rsid w:val="00940FC0"/>
    <w:rsid w:val="009419C0"/>
    <w:rsid w:val="00943213"/>
    <w:rsid w:val="009545FB"/>
    <w:rsid w:val="00961374"/>
    <w:rsid w:val="00962D9B"/>
    <w:rsid w:val="00963114"/>
    <w:rsid w:val="009649E8"/>
    <w:rsid w:val="009665DB"/>
    <w:rsid w:val="00966FA2"/>
    <w:rsid w:val="0096720B"/>
    <w:rsid w:val="00967E44"/>
    <w:rsid w:val="00971C10"/>
    <w:rsid w:val="00982381"/>
    <w:rsid w:val="00983326"/>
    <w:rsid w:val="00987715"/>
    <w:rsid w:val="009943AB"/>
    <w:rsid w:val="00995B5D"/>
    <w:rsid w:val="00995F07"/>
    <w:rsid w:val="009A0C15"/>
    <w:rsid w:val="009A44DE"/>
    <w:rsid w:val="009A4A10"/>
    <w:rsid w:val="009A4EDE"/>
    <w:rsid w:val="009A7022"/>
    <w:rsid w:val="009B4C37"/>
    <w:rsid w:val="009B70F1"/>
    <w:rsid w:val="009C0C57"/>
    <w:rsid w:val="009C0C6A"/>
    <w:rsid w:val="009C23DB"/>
    <w:rsid w:val="009C3611"/>
    <w:rsid w:val="009D2F81"/>
    <w:rsid w:val="009D47F2"/>
    <w:rsid w:val="009E0530"/>
    <w:rsid w:val="009E35DD"/>
    <w:rsid w:val="009E4A22"/>
    <w:rsid w:val="009F2768"/>
    <w:rsid w:val="009F65C4"/>
    <w:rsid w:val="00A03DB5"/>
    <w:rsid w:val="00A03E6A"/>
    <w:rsid w:val="00A074B1"/>
    <w:rsid w:val="00A20648"/>
    <w:rsid w:val="00A21BE5"/>
    <w:rsid w:val="00A24777"/>
    <w:rsid w:val="00A330BA"/>
    <w:rsid w:val="00A34E07"/>
    <w:rsid w:val="00A40B6F"/>
    <w:rsid w:val="00A44E46"/>
    <w:rsid w:val="00A53795"/>
    <w:rsid w:val="00A55ECA"/>
    <w:rsid w:val="00A62921"/>
    <w:rsid w:val="00A63BDC"/>
    <w:rsid w:val="00A745C6"/>
    <w:rsid w:val="00A75D3F"/>
    <w:rsid w:val="00A8076C"/>
    <w:rsid w:val="00A909BE"/>
    <w:rsid w:val="00A91BE6"/>
    <w:rsid w:val="00A95450"/>
    <w:rsid w:val="00A97B37"/>
    <w:rsid w:val="00AA11AD"/>
    <w:rsid w:val="00AA293E"/>
    <w:rsid w:val="00AA4295"/>
    <w:rsid w:val="00AA6102"/>
    <w:rsid w:val="00AA665C"/>
    <w:rsid w:val="00AA784D"/>
    <w:rsid w:val="00AB1B06"/>
    <w:rsid w:val="00AB57D8"/>
    <w:rsid w:val="00AB6C08"/>
    <w:rsid w:val="00AC64EE"/>
    <w:rsid w:val="00AD1F29"/>
    <w:rsid w:val="00AD2BC2"/>
    <w:rsid w:val="00AD5BFD"/>
    <w:rsid w:val="00AE719C"/>
    <w:rsid w:val="00AF03F1"/>
    <w:rsid w:val="00AF50AC"/>
    <w:rsid w:val="00AF5797"/>
    <w:rsid w:val="00B00F74"/>
    <w:rsid w:val="00B10593"/>
    <w:rsid w:val="00B11B49"/>
    <w:rsid w:val="00B15760"/>
    <w:rsid w:val="00B33CE2"/>
    <w:rsid w:val="00B348D8"/>
    <w:rsid w:val="00B3634A"/>
    <w:rsid w:val="00B42242"/>
    <w:rsid w:val="00B45253"/>
    <w:rsid w:val="00B46134"/>
    <w:rsid w:val="00B50525"/>
    <w:rsid w:val="00B52774"/>
    <w:rsid w:val="00B57EBB"/>
    <w:rsid w:val="00B66630"/>
    <w:rsid w:val="00B70604"/>
    <w:rsid w:val="00B70BBD"/>
    <w:rsid w:val="00B806B9"/>
    <w:rsid w:val="00B8769C"/>
    <w:rsid w:val="00B87A54"/>
    <w:rsid w:val="00B92E57"/>
    <w:rsid w:val="00B955B5"/>
    <w:rsid w:val="00B962E2"/>
    <w:rsid w:val="00BA30FD"/>
    <w:rsid w:val="00BA35CD"/>
    <w:rsid w:val="00BA4D30"/>
    <w:rsid w:val="00BA4FE4"/>
    <w:rsid w:val="00BB1239"/>
    <w:rsid w:val="00BB71A2"/>
    <w:rsid w:val="00BC15C7"/>
    <w:rsid w:val="00BC66D8"/>
    <w:rsid w:val="00BD1CA7"/>
    <w:rsid w:val="00BD2F64"/>
    <w:rsid w:val="00BD425A"/>
    <w:rsid w:val="00BD4A12"/>
    <w:rsid w:val="00BD7DCB"/>
    <w:rsid w:val="00BE5A9F"/>
    <w:rsid w:val="00BE7CD8"/>
    <w:rsid w:val="00BF089F"/>
    <w:rsid w:val="00BF18C7"/>
    <w:rsid w:val="00BF1FFF"/>
    <w:rsid w:val="00BF6F84"/>
    <w:rsid w:val="00C004C1"/>
    <w:rsid w:val="00C0189F"/>
    <w:rsid w:val="00C05937"/>
    <w:rsid w:val="00C059E7"/>
    <w:rsid w:val="00C1403C"/>
    <w:rsid w:val="00C175C8"/>
    <w:rsid w:val="00C21D6A"/>
    <w:rsid w:val="00C26E98"/>
    <w:rsid w:val="00C30B08"/>
    <w:rsid w:val="00C3312A"/>
    <w:rsid w:val="00C360FF"/>
    <w:rsid w:val="00C370A3"/>
    <w:rsid w:val="00C43232"/>
    <w:rsid w:val="00C439FB"/>
    <w:rsid w:val="00C4468A"/>
    <w:rsid w:val="00C46E96"/>
    <w:rsid w:val="00C475AD"/>
    <w:rsid w:val="00C524E4"/>
    <w:rsid w:val="00C554BC"/>
    <w:rsid w:val="00C56438"/>
    <w:rsid w:val="00C56746"/>
    <w:rsid w:val="00C56CE0"/>
    <w:rsid w:val="00C6276E"/>
    <w:rsid w:val="00C63C67"/>
    <w:rsid w:val="00C66B1D"/>
    <w:rsid w:val="00C66DF2"/>
    <w:rsid w:val="00C74E1B"/>
    <w:rsid w:val="00C75F83"/>
    <w:rsid w:val="00C82C77"/>
    <w:rsid w:val="00C9530C"/>
    <w:rsid w:val="00C95640"/>
    <w:rsid w:val="00CA4E5E"/>
    <w:rsid w:val="00CA6BFC"/>
    <w:rsid w:val="00CB30FC"/>
    <w:rsid w:val="00CB514B"/>
    <w:rsid w:val="00CB6BF0"/>
    <w:rsid w:val="00CB7B00"/>
    <w:rsid w:val="00CC00F5"/>
    <w:rsid w:val="00CC3230"/>
    <w:rsid w:val="00CC3344"/>
    <w:rsid w:val="00CC5010"/>
    <w:rsid w:val="00CC5409"/>
    <w:rsid w:val="00CD29DB"/>
    <w:rsid w:val="00CD2D0E"/>
    <w:rsid w:val="00CD6C5A"/>
    <w:rsid w:val="00CE099D"/>
    <w:rsid w:val="00CE1F43"/>
    <w:rsid w:val="00CE58DD"/>
    <w:rsid w:val="00CE6A15"/>
    <w:rsid w:val="00D024BD"/>
    <w:rsid w:val="00D0312B"/>
    <w:rsid w:val="00D0711E"/>
    <w:rsid w:val="00D13DBA"/>
    <w:rsid w:val="00D22422"/>
    <w:rsid w:val="00D24081"/>
    <w:rsid w:val="00D307B4"/>
    <w:rsid w:val="00D30D92"/>
    <w:rsid w:val="00D35630"/>
    <w:rsid w:val="00D40F02"/>
    <w:rsid w:val="00D42345"/>
    <w:rsid w:val="00D433F3"/>
    <w:rsid w:val="00D43625"/>
    <w:rsid w:val="00D44DC2"/>
    <w:rsid w:val="00D476A2"/>
    <w:rsid w:val="00D53166"/>
    <w:rsid w:val="00D54EDA"/>
    <w:rsid w:val="00D5691A"/>
    <w:rsid w:val="00D571B5"/>
    <w:rsid w:val="00D57362"/>
    <w:rsid w:val="00D64F78"/>
    <w:rsid w:val="00D6607A"/>
    <w:rsid w:val="00D71376"/>
    <w:rsid w:val="00D73A27"/>
    <w:rsid w:val="00D779E7"/>
    <w:rsid w:val="00D82860"/>
    <w:rsid w:val="00D94E1D"/>
    <w:rsid w:val="00D97532"/>
    <w:rsid w:val="00DA5AD9"/>
    <w:rsid w:val="00DB42C1"/>
    <w:rsid w:val="00DB5626"/>
    <w:rsid w:val="00DD5FC7"/>
    <w:rsid w:val="00DD6245"/>
    <w:rsid w:val="00DE1BCE"/>
    <w:rsid w:val="00DE3D2C"/>
    <w:rsid w:val="00DE5439"/>
    <w:rsid w:val="00DE66AA"/>
    <w:rsid w:val="00DE797B"/>
    <w:rsid w:val="00E02098"/>
    <w:rsid w:val="00E03F90"/>
    <w:rsid w:val="00E11BE5"/>
    <w:rsid w:val="00E132EE"/>
    <w:rsid w:val="00E15B1F"/>
    <w:rsid w:val="00E15F91"/>
    <w:rsid w:val="00E3507D"/>
    <w:rsid w:val="00E356F4"/>
    <w:rsid w:val="00E40F34"/>
    <w:rsid w:val="00E425D9"/>
    <w:rsid w:val="00E43370"/>
    <w:rsid w:val="00E446D5"/>
    <w:rsid w:val="00E450CD"/>
    <w:rsid w:val="00E46407"/>
    <w:rsid w:val="00E50B20"/>
    <w:rsid w:val="00E52B11"/>
    <w:rsid w:val="00E563A4"/>
    <w:rsid w:val="00E574D5"/>
    <w:rsid w:val="00E60342"/>
    <w:rsid w:val="00E6075C"/>
    <w:rsid w:val="00E60DAF"/>
    <w:rsid w:val="00E62B41"/>
    <w:rsid w:val="00E67616"/>
    <w:rsid w:val="00E7089C"/>
    <w:rsid w:val="00E730B8"/>
    <w:rsid w:val="00E75770"/>
    <w:rsid w:val="00E81E9B"/>
    <w:rsid w:val="00E82D85"/>
    <w:rsid w:val="00E83A92"/>
    <w:rsid w:val="00E84F54"/>
    <w:rsid w:val="00E85327"/>
    <w:rsid w:val="00E86E69"/>
    <w:rsid w:val="00E90157"/>
    <w:rsid w:val="00E93080"/>
    <w:rsid w:val="00E979C7"/>
    <w:rsid w:val="00E97F20"/>
    <w:rsid w:val="00EA0BDF"/>
    <w:rsid w:val="00EA7B55"/>
    <w:rsid w:val="00EB0738"/>
    <w:rsid w:val="00EB1C9A"/>
    <w:rsid w:val="00EC181A"/>
    <w:rsid w:val="00EC297A"/>
    <w:rsid w:val="00ED2F5C"/>
    <w:rsid w:val="00ED3DC9"/>
    <w:rsid w:val="00ED65BC"/>
    <w:rsid w:val="00EE15DF"/>
    <w:rsid w:val="00EE304A"/>
    <w:rsid w:val="00EE6606"/>
    <w:rsid w:val="00EE6694"/>
    <w:rsid w:val="00EF0546"/>
    <w:rsid w:val="00EF44E3"/>
    <w:rsid w:val="00EF5059"/>
    <w:rsid w:val="00F10D8C"/>
    <w:rsid w:val="00F12D62"/>
    <w:rsid w:val="00F135C8"/>
    <w:rsid w:val="00F2434B"/>
    <w:rsid w:val="00F31C91"/>
    <w:rsid w:val="00F32875"/>
    <w:rsid w:val="00F41F65"/>
    <w:rsid w:val="00F51FC5"/>
    <w:rsid w:val="00F52DE6"/>
    <w:rsid w:val="00F52E11"/>
    <w:rsid w:val="00F544E9"/>
    <w:rsid w:val="00F62BE3"/>
    <w:rsid w:val="00F67FBA"/>
    <w:rsid w:val="00F71D01"/>
    <w:rsid w:val="00F810A6"/>
    <w:rsid w:val="00F819F5"/>
    <w:rsid w:val="00F83473"/>
    <w:rsid w:val="00F842CC"/>
    <w:rsid w:val="00F873D9"/>
    <w:rsid w:val="00FB2611"/>
    <w:rsid w:val="00FB7881"/>
    <w:rsid w:val="00FC20AF"/>
    <w:rsid w:val="00FC6A6D"/>
    <w:rsid w:val="00FC7057"/>
    <w:rsid w:val="00FC79B8"/>
    <w:rsid w:val="00FD062B"/>
    <w:rsid w:val="00FD7452"/>
    <w:rsid w:val="00FE69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2CB5"/>
  <w15:docId w15:val="{062A87B4-4256-4CDE-B41F-E1BFA169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otham Rounded Book" w:eastAsiaTheme="minorHAnsi" w:hAnsi="Gotham Rounded Book"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2"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unhideWhenUsed="1"/>
    <w:lsdException w:name="table of authorities" w:semiHidden="1"/>
    <w:lsdException w:name="macro" w:semiHidden="1"/>
    <w:lsdException w:name="toa heading" w:semiHidden="1"/>
    <w:lsdException w:name="List" w:semiHidden="1"/>
    <w:lsdException w:name="List Bullet"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unhideWhenUsed="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4" w:qFormat="1"/>
    <w:lsdException w:name="Closing" w:semiHidden="1"/>
    <w:lsdException w:name="Signature" w:semiHidden="1"/>
    <w:lsdException w:name="Default Paragraph Font" w:semiHidden="1" w:uiPriority="1" w:unhideWhenUsed="1"/>
    <w:lsdException w:name="Body Text" w:semiHidden="1" w:uiPriority="0" w:unhideWhenUsed="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uiPriority="4"/>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iPriority="0"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FC6A6D"/>
    <w:pPr>
      <w:spacing w:line="360" w:lineRule="auto"/>
    </w:pPr>
    <w:rPr>
      <w:rFonts w:ascii="Open Sans" w:hAnsi="Open Sans"/>
      <w:sz w:val="20"/>
      <w:lang w:val="en-US"/>
    </w:rPr>
  </w:style>
  <w:style w:type="paragraph" w:styleId="Heading1">
    <w:name w:val="heading 1"/>
    <w:basedOn w:val="Normal"/>
    <w:next w:val="Normal"/>
    <w:link w:val="Heading1Char"/>
    <w:uiPriority w:val="1"/>
    <w:qFormat/>
    <w:rsid w:val="00FC6A6D"/>
    <w:pPr>
      <w:keepNext/>
      <w:keepLines/>
      <w:spacing w:before="520" w:after="260" w:line="300" w:lineRule="atLeast"/>
      <w:contextualSpacing/>
      <w:outlineLvl w:val="0"/>
    </w:pPr>
    <w:rPr>
      <w:rFonts w:ascii="Mont SemiBold" w:eastAsiaTheme="majorEastAsia" w:hAnsi="Mont SemiBold" w:cstheme="majorBidi"/>
      <w:b/>
      <w:bCs/>
      <w:color w:val="232323" w:themeColor="text2"/>
      <w:sz w:val="32"/>
      <w:szCs w:val="28"/>
    </w:rPr>
  </w:style>
  <w:style w:type="paragraph" w:styleId="Heading2">
    <w:name w:val="heading 2"/>
    <w:basedOn w:val="Normal"/>
    <w:next w:val="Normal"/>
    <w:link w:val="Heading2Char"/>
    <w:uiPriority w:val="1"/>
    <w:qFormat/>
    <w:rsid w:val="00FC6A6D"/>
    <w:pPr>
      <w:keepNext/>
      <w:keepLines/>
      <w:spacing w:before="260"/>
      <w:contextualSpacing/>
      <w:outlineLvl w:val="1"/>
    </w:pPr>
    <w:rPr>
      <w:rFonts w:ascii="Mont SemiBold" w:eastAsiaTheme="majorEastAsia" w:hAnsi="Mont SemiBold" w:cstheme="majorBidi"/>
      <w:b/>
      <w:bCs/>
      <w:color w:val="232323" w:themeColor="text2"/>
      <w:sz w:val="24"/>
      <w:szCs w:val="26"/>
    </w:rPr>
  </w:style>
  <w:style w:type="paragraph" w:styleId="Heading3">
    <w:name w:val="heading 3"/>
    <w:basedOn w:val="Normal"/>
    <w:next w:val="Normal"/>
    <w:link w:val="Heading3Char"/>
    <w:uiPriority w:val="1"/>
    <w:qFormat/>
    <w:rsid w:val="00FC6A6D"/>
    <w:pPr>
      <w:keepNext/>
      <w:keepLines/>
      <w:spacing w:before="260"/>
      <w:outlineLvl w:val="2"/>
    </w:pPr>
    <w:rPr>
      <w:rFonts w:ascii="Open Sans SemiBold" w:eastAsiaTheme="majorEastAsia" w:hAnsi="Open Sans SemiBold" w:cstheme="majorBidi"/>
      <w:bCs/>
      <w:sz w:val="22"/>
    </w:rPr>
  </w:style>
  <w:style w:type="paragraph" w:styleId="Heading4">
    <w:name w:val="heading 4"/>
    <w:basedOn w:val="Normal"/>
    <w:next w:val="Normal"/>
    <w:link w:val="Heading4Char"/>
    <w:uiPriority w:val="1"/>
    <w:semiHidden/>
    <w:qFormat/>
    <w:rsid w:val="0048347B"/>
    <w:pPr>
      <w:keepNext/>
      <w:keepLines/>
      <w:spacing w:before="260"/>
      <w:outlineLvl w:val="3"/>
    </w:pPr>
    <w:rPr>
      <w:rFonts w:eastAsiaTheme="majorEastAsia" w:cstheme="majorBidi"/>
      <w:b/>
      <w:bCs/>
      <w:iCs/>
      <w:color w:val="EEF0E9" w:themeColor="accent2"/>
      <w:sz w:val="18"/>
    </w:rPr>
  </w:style>
  <w:style w:type="paragraph" w:styleId="Heading5">
    <w:name w:val="heading 5"/>
    <w:basedOn w:val="Normal"/>
    <w:next w:val="Normal"/>
    <w:link w:val="Heading5Char"/>
    <w:uiPriority w:val="1"/>
    <w:semiHidden/>
    <w:qFormat/>
    <w:rsid w:val="00434E31"/>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434E31"/>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434E31"/>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434E31"/>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qFormat/>
    <w:rsid w:val="00434E31"/>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C6A6D"/>
    <w:rPr>
      <w:rFonts w:ascii="Mont SemiBold" w:eastAsiaTheme="majorEastAsia" w:hAnsi="Mont SemiBold" w:cstheme="majorBidi"/>
      <w:b/>
      <w:bCs/>
      <w:color w:val="232323" w:themeColor="text2"/>
      <w:sz w:val="32"/>
      <w:szCs w:val="28"/>
      <w:lang w:val="en-US"/>
    </w:rPr>
  </w:style>
  <w:style w:type="character" w:customStyle="1" w:styleId="Heading2Char">
    <w:name w:val="Heading 2 Char"/>
    <w:basedOn w:val="DefaultParagraphFont"/>
    <w:link w:val="Heading2"/>
    <w:uiPriority w:val="1"/>
    <w:rsid w:val="00FC6A6D"/>
    <w:rPr>
      <w:rFonts w:ascii="Mont SemiBold" w:eastAsiaTheme="majorEastAsia" w:hAnsi="Mont SemiBold" w:cstheme="majorBidi"/>
      <w:b/>
      <w:bCs/>
      <w:color w:val="232323" w:themeColor="text2"/>
      <w:sz w:val="24"/>
      <w:szCs w:val="26"/>
      <w:lang w:val="en-US"/>
    </w:rPr>
  </w:style>
  <w:style w:type="character" w:customStyle="1" w:styleId="Heading3Char">
    <w:name w:val="Heading 3 Char"/>
    <w:basedOn w:val="DefaultParagraphFont"/>
    <w:link w:val="Heading3"/>
    <w:uiPriority w:val="1"/>
    <w:rsid w:val="00FC6A6D"/>
    <w:rPr>
      <w:rFonts w:ascii="Open Sans SemiBold" w:eastAsiaTheme="majorEastAsia" w:hAnsi="Open Sans SemiBold" w:cstheme="majorBidi"/>
      <w:bCs/>
      <w:sz w:val="22"/>
      <w:lang w:val="en-US"/>
    </w:rPr>
  </w:style>
  <w:style w:type="character" w:customStyle="1" w:styleId="Heading4Char">
    <w:name w:val="Heading 4 Char"/>
    <w:basedOn w:val="DefaultParagraphFont"/>
    <w:link w:val="Heading4"/>
    <w:uiPriority w:val="1"/>
    <w:semiHidden/>
    <w:rsid w:val="00A20648"/>
    <w:rPr>
      <w:rFonts w:ascii="Roboto" w:eastAsiaTheme="majorEastAsia" w:hAnsi="Roboto" w:cstheme="majorBidi"/>
      <w:b/>
      <w:bCs/>
      <w:iCs/>
      <w:color w:val="EEF0E9" w:themeColor="accent2"/>
      <w:lang w:val="en-US"/>
    </w:rPr>
  </w:style>
  <w:style w:type="character" w:customStyle="1" w:styleId="Heading5Char">
    <w:name w:val="Heading 5 Char"/>
    <w:basedOn w:val="DefaultParagraphFont"/>
    <w:link w:val="Heading5"/>
    <w:uiPriority w:val="1"/>
    <w:semiHidden/>
    <w:rsid w:val="00D40F02"/>
    <w:rPr>
      <w:rFonts w:ascii="Roboto" w:eastAsiaTheme="majorEastAsia" w:hAnsi="Roboto" w:cstheme="majorBidi"/>
      <w:b/>
      <w:sz w:val="20"/>
      <w:lang w:val="en-US"/>
    </w:rPr>
  </w:style>
  <w:style w:type="character" w:customStyle="1" w:styleId="Heading6Char">
    <w:name w:val="Heading 6 Char"/>
    <w:basedOn w:val="DefaultParagraphFont"/>
    <w:link w:val="Heading6"/>
    <w:uiPriority w:val="1"/>
    <w:semiHidden/>
    <w:rsid w:val="00D40F02"/>
    <w:rPr>
      <w:rFonts w:ascii="Roboto" w:eastAsiaTheme="majorEastAsia" w:hAnsi="Roboto" w:cstheme="majorBidi"/>
      <w:b/>
      <w:iCs/>
      <w:sz w:val="20"/>
      <w:lang w:val="en-US"/>
    </w:rPr>
  </w:style>
  <w:style w:type="character" w:customStyle="1" w:styleId="Heading7Char">
    <w:name w:val="Heading 7 Char"/>
    <w:basedOn w:val="DefaultParagraphFont"/>
    <w:link w:val="Heading7"/>
    <w:uiPriority w:val="1"/>
    <w:semiHidden/>
    <w:rsid w:val="00D40F02"/>
    <w:rPr>
      <w:rFonts w:ascii="Roboto" w:eastAsiaTheme="majorEastAsia" w:hAnsi="Roboto" w:cstheme="majorBidi"/>
      <w:b/>
      <w:iCs/>
      <w:sz w:val="20"/>
      <w:lang w:val="en-US"/>
    </w:rPr>
  </w:style>
  <w:style w:type="character" w:customStyle="1" w:styleId="Heading8Char">
    <w:name w:val="Heading 8 Char"/>
    <w:basedOn w:val="DefaultParagraphFont"/>
    <w:link w:val="Heading8"/>
    <w:uiPriority w:val="1"/>
    <w:semiHidden/>
    <w:rsid w:val="00D40F02"/>
    <w:rPr>
      <w:rFonts w:ascii="Roboto" w:eastAsiaTheme="majorEastAsia" w:hAnsi="Roboto" w:cstheme="majorBidi"/>
      <w:sz w:val="20"/>
      <w:szCs w:val="20"/>
      <w:lang w:val="en-US"/>
    </w:rPr>
  </w:style>
  <w:style w:type="character" w:customStyle="1" w:styleId="Heading9Char">
    <w:name w:val="Heading 9 Char"/>
    <w:basedOn w:val="DefaultParagraphFont"/>
    <w:link w:val="Heading9"/>
    <w:uiPriority w:val="1"/>
    <w:semiHidden/>
    <w:rsid w:val="00D40F02"/>
    <w:rPr>
      <w:rFonts w:ascii="Roboto" w:eastAsiaTheme="majorEastAsia" w:hAnsi="Roboto" w:cstheme="majorBidi"/>
      <w:iCs/>
      <w:sz w:val="20"/>
      <w:szCs w:val="20"/>
      <w:lang w:val="en-US"/>
    </w:rPr>
  </w:style>
  <w:style w:type="paragraph" w:styleId="ListParagraph">
    <w:name w:val="List Paragraph"/>
    <w:basedOn w:val="Normal"/>
    <w:uiPriority w:val="34"/>
    <w:semiHidden/>
    <w:qFormat/>
    <w:rsid w:val="00434E31"/>
    <w:pPr>
      <w:ind w:left="720"/>
    </w:pPr>
  </w:style>
  <w:style w:type="paragraph" w:styleId="Title">
    <w:name w:val="Title"/>
    <w:basedOn w:val="Normal"/>
    <w:next w:val="Normal"/>
    <w:link w:val="TitleChar"/>
    <w:qFormat/>
    <w:rsid w:val="00FC6A6D"/>
    <w:pPr>
      <w:spacing w:before="520" w:after="520" w:line="240" w:lineRule="auto"/>
    </w:pPr>
    <w:rPr>
      <w:rFonts w:ascii="Mont SemiBold" w:eastAsiaTheme="majorEastAsia" w:hAnsi="Mont SemiBold" w:cstheme="majorBidi"/>
      <w:b/>
      <w:color w:val="232323" w:themeColor="text1"/>
      <w:sz w:val="44"/>
      <w:szCs w:val="52"/>
    </w:rPr>
  </w:style>
  <w:style w:type="character" w:customStyle="1" w:styleId="TitleChar">
    <w:name w:val="Title Char"/>
    <w:basedOn w:val="DefaultParagraphFont"/>
    <w:link w:val="Title"/>
    <w:rsid w:val="00FC6A6D"/>
    <w:rPr>
      <w:rFonts w:ascii="Mont SemiBold" w:eastAsiaTheme="majorEastAsia" w:hAnsi="Mont SemiBold" w:cstheme="majorBidi"/>
      <w:b/>
      <w:color w:val="232323" w:themeColor="text1"/>
      <w:sz w:val="44"/>
      <w:szCs w:val="52"/>
      <w:lang w:val="en-US"/>
    </w:rPr>
  </w:style>
  <w:style w:type="paragraph" w:styleId="Subtitle">
    <w:name w:val="Subtitle"/>
    <w:basedOn w:val="Normal"/>
    <w:next w:val="Normal"/>
    <w:link w:val="SubtitleChar"/>
    <w:uiPriority w:val="11"/>
    <w:semiHidden/>
    <w:qFormat/>
    <w:rsid w:val="00434E31"/>
    <w:pPr>
      <w:numPr>
        <w:ilvl w:val="1"/>
      </w:numPr>
      <w:spacing w:line="240" w:lineRule="auto"/>
    </w:pPr>
    <w:rPr>
      <w:rFonts w:eastAsiaTheme="majorEastAsia" w:cstheme="majorBidi"/>
      <w:b/>
      <w:iCs/>
      <w:color w:val="88CC2D" w:themeColor="background1" w:themeShade="80"/>
      <w:sz w:val="18"/>
      <w:szCs w:val="24"/>
    </w:rPr>
  </w:style>
  <w:style w:type="character" w:customStyle="1" w:styleId="SubtitleChar">
    <w:name w:val="Subtitle Char"/>
    <w:basedOn w:val="DefaultParagraphFont"/>
    <w:link w:val="Subtitle"/>
    <w:uiPriority w:val="11"/>
    <w:semiHidden/>
    <w:rsid w:val="00A20648"/>
    <w:rPr>
      <w:rFonts w:ascii="Roboto" w:eastAsiaTheme="majorEastAsia" w:hAnsi="Roboto" w:cstheme="majorBidi"/>
      <w:b/>
      <w:iCs/>
      <w:color w:val="88CC2D" w:themeColor="background1" w:themeShade="80"/>
      <w:szCs w:val="24"/>
      <w:lang w:val="en-US"/>
    </w:rPr>
  </w:style>
  <w:style w:type="character" w:styleId="SubtleEmphasis">
    <w:name w:val="Subtle Emphasis"/>
    <w:basedOn w:val="DefaultParagraphFont"/>
    <w:uiPriority w:val="19"/>
    <w:semiHidden/>
    <w:qFormat/>
    <w:rsid w:val="00434E31"/>
    <w:rPr>
      <w:i/>
      <w:iCs/>
      <w:color w:val="auto"/>
    </w:rPr>
  </w:style>
  <w:style w:type="character" w:styleId="Emphasis">
    <w:name w:val="Emphasis"/>
    <w:basedOn w:val="DefaultParagraphFont"/>
    <w:uiPriority w:val="20"/>
    <w:semiHidden/>
    <w:qFormat/>
    <w:rsid w:val="00434E31"/>
    <w:rPr>
      <w:i/>
      <w:iCs/>
    </w:rPr>
  </w:style>
  <w:style w:type="character" w:styleId="IntenseEmphasis">
    <w:name w:val="Intense Emphasis"/>
    <w:basedOn w:val="DefaultParagraphFont"/>
    <w:uiPriority w:val="21"/>
    <w:semiHidden/>
    <w:qFormat/>
    <w:rsid w:val="00434E31"/>
    <w:rPr>
      <w:b/>
      <w:bCs/>
      <w:i/>
      <w:iCs/>
      <w:color w:val="auto"/>
    </w:rPr>
  </w:style>
  <w:style w:type="character" w:styleId="Strong">
    <w:name w:val="Strong"/>
    <w:basedOn w:val="DefaultParagraphFont"/>
    <w:uiPriority w:val="22"/>
    <w:semiHidden/>
    <w:qFormat/>
    <w:rsid w:val="00434E31"/>
    <w:rPr>
      <w:b/>
      <w:bCs/>
    </w:rPr>
  </w:style>
  <w:style w:type="paragraph" w:styleId="IntenseQuote">
    <w:name w:val="Intense Quote"/>
    <w:basedOn w:val="Normal"/>
    <w:next w:val="Normal"/>
    <w:link w:val="IntenseQuoteChar"/>
    <w:uiPriority w:val="30"/>
    <w:semiHidden/>
    <w:qFormat/>
    <w:rsid w:val="00434E31"/>
    <w:pPr>
      <w:spacing w:before="200" w:after="280"/>
      <w:ind w:left="936" w:right="936"/>
    </w:pPr>
    <w:rPr>
      <w:b/>
      <w:bCs/>
      <w:i/>
      <w:iCs/>
    </w:rPr>
  </w:style>
  <w:style w:type="character" w:customStyle="1" w:styleId="IntenseQuoteChar">
    <w:name w:val="Intense Quote Char"/>
    <w:basedOn w:val="DefaultParagraphFont"/>
    <w:link w:val="IntenseQuote"/>
    <w:uiPriority w:val="30"/>
    <w:semiHidden/>
    <w:rsid w:val="00434E31"/>
    <w:rPr>
      <w:rFonts w:ascii="Arial" w:hAnsi="Arial"/>
      <w:b/>
      <w:bCs/>
      <w:i/>
      <w:iCs/>
      <w:sz w:val="22"/>
    </w:rPr>
  </w:style>
  <w:style w:type="character" w:styleId="SubtleReference">
    <w:name w:val="Subtle Reference"/>
    <w:basedOn w:val="DefaultParagraphFont"/>
    <w:uiPriority w:val="31"/>
    <w:semiHidden/>
    <w:qFormat/>
    <w:rsid w:val="00434E31"/>
    <w:rPr>
      <w:smallCaps/>
      <w:color w:val="auto"/>
      <w:u w:val="single"/>
    </w:rPr>
  </w:style>
  <w:style w:type="character" w:styleId="IntenseReference">
    <w:name w:val="Intense Reference"/>
    <w:basedOn w:val="DefaultParagraphFont"/>
    <w:uiPriority w:val="32"/>
    <w:semiHidden/>
    <w:qFormat/>
    <w:rsid w:val="00434E31"/>
    <w:rPr>
      <w:b/>
      <w:bCs/>
      <w:smallCaps/>
      <w:color w:val="auto"/>
      <w:spacing w:val="5"/>
      <w:u w:val="single"/>
    </w:rPr>
  </w:style>
  <w:style w:type="paragraph" w:styleId="Caption">
    <w:name w:val="caption"/>
    <w:basedOn w:val="Normal"/>
    <w:next w:val="Normal"/>
    <w:uiPriority w:val="2"/>
    <w:semiHidden/>
    <w:unhideWhenUsed/>
    <w:qFormat/>
    <w:rsid w:val="00434E31"/>
    <w:pPr>
      <w:spacing w:after="200" w:line="240" w:lineRule="auto"/>
    </w:pPr>
    <w:rPr>
      <w:b/>
      <w:bCs/>
    </w:rPr>
  </w:style>
  <w:style w:type="paragraph" w:styleId="TOC1">
    <w:name w:val="toc 1"/>
    <w:basedOn w:val="Normal"/>
    <w:next w:val="Normal"/>
    <w:uiPriority w:val="39"/>
    <w:semiHidden/>
    <w:rsid w:val="00434E31"/>
    <w:pPr>
      <w:ind w:right="567"/>
    </w:pPr>
  </w:style>
  <w:style w:type="paragraph" w:styleId="TOC2">
    <w:name w:val="toc 2"/>
    <w:basedOn w:val="Normal"/>
    <w:next w:val="Normal"/>
    <w:uiPriority w:val="39"/>
    <w:semiHidden/>
    <w:rsid w:val="00434E31"/>
    <w:pPr>
      <w:ind w:right="567"/>
    </w:pPr>
  </w:style>
  <w:style w:type="paragraph" w:styleId="TOC3">
    <w:name w:val="toc 3"/>
    <w:basedOn w:val="Normal"/>
    <w:next w:val="Normal"/>
    <w:uiPriority w:val="39"/>
    <w:semiHidden/>
    <w:rsid w:val="00434E31"/>
    <w:pPr>
      <w:ind w:right="567"/>
    </w:pPr>
  </w:style>
  <w:style w:type="paragraph" w:styleId="TOC4">
    <w:name w:val="toc 4"/>
    <w:basedOn w:val="Normal"/>
    <w:next w:val="Normal"/>
    <w:uiPriority w:val="39"/>
    <w:semiHidden/>
    <w:rsid w:val="00434E31"/>
    <w:pPr>
      <w:ind w:right="567"/>
    </w:pPr>
  </w:style>
  <w:style w:type="paragraph" w:styleId="TOC5">
    <w:name w:val="toc 5"/>
    <w:basedOn w:val="Normal"/>
    <w:next w:val="Normal"/>
    <w:uiPriority w:val="39"/>
    <w:semiHidden/>
    <w:rsid w:val="00434E31"/>
    <w:pPr>
      <w:ind w:right="567"/>
    </w:pPr>
  </w:style>
  <w:style w:type="paragraph" w:styleId="TOC6">
    <w:name w:val="toc 6"/>
    <w:basedOn w:val="Normal"/>
    <w:next w:val="Normal"/>
    <w:uiPriority w:val="39"/>
    <w:semiHidden/>
    <w:rsid w:val="00434E31"/>
    <w:pPr>
      <w:ind w:right="567"/>
    </w:pPr>
  </w:style>
  <w:style w:type="paragraph" w:styleId="TOC7">
    <w:name w:val="toc 7"/>
    <w:basedOn w:val="Normal"/>
    <w:next w:val="Normal"/>
    <w:uiPriority w:val="39"/>
    <w:semiHidden/>
    <w:rsid w:val="00434E31"/>
    <w:pPr>
      <w:ind w:right="567"/>
    </w:pPr>
  </w:style>
  <w:style w:type="paragraph" w:styleId="TOC8">
    <w:name w:val="toc 8"/>
    <w:basedOn w:val="Normal"/>
    <w:next w:val="Normal"/>
    <w:uiPriority w:val="39"/>
    <w:semiHidden/>
    <w:rsid w:val="00434E31"/>
    <w:pPr>
      <w:ind w:right="567"/>
    </w:pPr>
  </w:style>
  <w:style w:type="paragraph" w:styleId="TOC9">
    <w:name w:val="toc 9"/>
    <w:basedOn w:val="Normal"/>
    <w:next w:val="Normal"/>
    <w:uiPriority w:val="39"/>
    <w:semiHidden/>
    <w:rsid w:val="00434E31"/>
    <w:pPr>
      <w:ind w:right="567"/>
    </w:pPr>
  </w:style>
  <w:style w:type="paragraph" w:styleId="TOCHeading">
    <w:name w:val="TOC Heading"/>
    <w:basedOn w:val="Heading1"/>
    <w:next w:val="Normal"/>
    <w:uiPriority w:val="39"/>
    <w:semiHidden/>
    <w:qFormat/>
    <w:rsid w:val="00434E31"/>
    <w:pPr>
      <w:outlineLvl w:val="9"/>
    </w:pPr>
  </w:style>
  <w:style w:type="paragraph" w:styleId="EndnoteText">
    <w:name w:val="endnote text"/>
    <w:basedOn w:val="Normal"/>
    <w:link w:val="EndnoteTextChar"/>
    <w:uiPriority w:val="99"/>
    <w:semiHidden/>
    <w:rsid w:val="00434E31"/>
    <w:pPr>
      <w:spacing w:line="240" w:lineRule="auto"/>
    </w:pPr>
    <w:rPr>
      <w:sz w:val="16"/>
      <w:szCs w:val="20"/>
    </w:rPr>
  </w:style>
  <w:style w:type="character" w:customStyle="1" w:styleId="EndnoteTextChar">
    <w:name w:val="Endnote Text Char"/>
    <w:basedOn w:val="DefaultParagraphFont"/>
    <w:link w:val="EndnoteText"/>
    <w:uiPriority w:val="99"/>
    <w:semiHidden/>
    <w:rsid w:val="00A20648"/>
    <w:rPr>
      <w:rFonts w:ascii="Roboto" w:hAnsi="Roboto"/>
      <w:sz w:val="16"/>
      <w:szCs w:val="20"/>
      <w:lang w:val="en-US"/>
    </w:rPr>
  </w:style>
  <w:style w:type="paragraph" w:styleId="FootnoteText">
    <w:name w:val="footnote text"/>
    <w:basedOn w:val="Normal"/>
    <w:link w:val="FootnoteTextChar"/>
    <w:uiPriority w:val="99"/>
    <w:semiHidden/>
    <w:rsid w:val="00434E31"/>
    <w:pPr>
      <w:spacing w:line="240" w:lineRule="auto"/>
    </w:pPr>
    <w:rPr>
      <w:sz w:val="16"/>
      <w:szCs w:val="20"/>
    </w:rPr>
  </w:style>
  <w:style w:type="character" w:customStyle="1" w:styleId="FootnoteTextChar">
    <w:name w:val="Footnote Text Char"/>
    <w:basedOn w:val="DefaultParagraphFont"/>
    <w:link w:val="FootnoteText"/>
    <w:uiPriority w:val="99"/>
    <w:semiHidden/>
    <w:rsid w:val="00A20648"/>
    <w:rPr>
      <w:rFonts w:ascii="Roboto" w:hAnsi="Roboto"/>
      <w:sz w:val="16"/>
      <w:szCs w:val="20"/>
      <w:lang w:val="en-US"/>
    </w:rPr>
  </w:style>
  <w:style w:type="paragraph" w:styleId="Footer">
    <w:name w:val="footer"/>
    <w:basedOn w:val="Normal"/>
    <w:link w:val="FooterChar"/>
    <w:uiPriority w:val="99"/>
    <w:semiHidden/>
    <w:rsid w:val="00A34E07"/>
    <w:pPr>
      <w:tabs>
        <w:tab w:val="center" w:pos="4819"/>
        <w:tab w:val="right" w:pos="9638"/>
      </w:tabs>
      <w:spacing w:line="240" w:lineRule="auto"/>
    </w:pPr>
    <w:rPr>
      <w:sz w:val="14"/>
    </w:rPr>
  </w:style>
  <w:style w:type="character" w:customStyle="1" w:styleId="FooterChar">
    <w:name w:val="Footer Char"/>
    <w:basedOn w:val="DefaultParagraphFont"/>
    <w:link w:val="Footer"/>
    <w:uiPriority w:val="99"/>
    <w:semiHidden/>
    <w:rsid w:val="00A20648"/>
    <w:rPr>
      <w:rFonts w:ascii="Roboto" w:hAnsi="Roboto"/>
      <w:sz w:val="14"/>
      <w:lang w:val="en-US"/>
    </w:rPr>
  </w:style>
  <w:style w:type="paragraph" w:styleId="Header">
    <w:name w:val="header"/>
    <w:basedOn w:val="Normal"/>
    <w:link w:val="HeaderChar"/>
    <w:uiPriority w:val="99"/>
    <w:semiHidden/>
    <w:rsid w:val="00434E31"/>
    <w:pPr>
      <w:tabs>
        <w:tab w:val="center" w:pos="4819"/>
        <w:tab w:val="right" w:pos="9638"/>
      </w:tabs>
      <w:spacing w:line="240" w:lineRule="auto"/>
    </w:pPr>
  </w:style>
  <w:style w:type="character" w:customStyle="1" w:styleId="HeaderChar">
    <w:name w:val="Header Char"/>
    <w:basedOn w:val="DefaultParagraphFont"/>
    <w:link w:val="Header"/>
    <w:uiPriority w:val="99"/>
    <w:semiHidden/>
    <w:rsid w:val="00A20648"/>
    <w:rPr>
      <w:rFonts w:ascii="Roboto" w:hAnsi="Roboto"/>
      <w:sz w:val="20"/>
      <w:lang w:val="en-US"/>
    </w:rPr>
  </w:style>
  <w:style w:type="character" w:styleId="PageNumber">
    <w:name w:val="page number"/>
    <w:basedOn w:val="DefaultParagraphFont"/>
    <w:uiPriority w:val="99"/>
    <w:semiHidden/>
    <w:rsid w:val="00434E31"/>
    <w:rPr>
      <w:sz w:val="16"/>
    </w:rPr>
  </w:style>
  <w:style w:type="paragraph" w:customStyle="1" w:styleId="Template">
    <w:name w:val="Template"/>
    <w:uiPriority w:val="8"/>
    <w:semiHidden/>
    <w:qFormat/>
    <w:rsid w:val="00434E31"/>
    <w:pPr>
      <w:spacing w:line="240" w:lineRule="atLeast"/>
      <w:jc w:val="right"/>
    </w:pPr>
    <w:rPr>
      <w:rFonts w:ascii="Trebuchet MS" w:hAnsi="Trebuchet MS" w:cs="Calibri"/>
      <w:noProof/>
      <w:color w:val="ADAFAF"/>
      <w:sz w:val="20"/>
      <w:lang w:eastAsia="da-DK"/>
    </w:rPr>
  </w:style>
  <w:style w:type="paragraph" w:customStyle="1" w:styleId="Template-Address">
    <w:name w:val="Template - Address"/>
    <w:basedOn w:val="Template"/>
    <w:uiPriority w:val="8"/>
    <w:semiHidden/>
    <w:qFormat/>
    <w:rsid w:val="00434E31"/>
  </w:style>
  <w:style w:type="paragraph" w:styleId="BalloonText">
    <w:name w:val="Balloon Text"/>
    <w:basedOn w:val="Normal"/>
    <w:link w:val="BalloonTextChar"/>
    <w:uiPriority w:val="99"/>
    <w:semiHidden/>
    <w:rsid w:val="00434E31"/>
    <w:pPr>
      <w:spacing w:line="240" w:lineRule="auto"/>
    </w:pPr>
    <w:rPr>
      <w:rFonts w:cs="Tahoma"/>
      <w:sz w:val="16"/>
      <w:szCs w:val="16"/>
    </w:rPr>
  </w:style>
  <w:style w:type="character" w:customStyle="1" w:styleId="BalloonTextChar">
    <w:name w:val="Balloon Text Char"/>
    <w:basedOn w:val="DefaultParagraphFont"/>
    <w:link w:val="BalloonText"/>
    <w:uiPriority w:val="99"/>
    <w:semiHidden/>
    <w:rsid w:val="00434E31"/>
    <w:rPr>
      <w:rFonts w:ascii="Arial" w:hAnsi="Arial" w:cs="Tahoma"/>
      <w:sz w:val="16"/>
      <w:szCs w:val="16"/>
    </w:rPr>
  </w:style>
  <w:style w:type="table" w:styleId="TableGrid">
    <w:name w:val="Table Grid"/>
    <w:aliases w:val="Templafy Table"/>
    <w:basedOn w:val="TableNormal"/>
    <w:uiPriority w:val="99"/>
    <w:rsid w:val="002D490A"/>
    <w:pPr>
      <w:spacing w:line="240" w:lineRule="auto"/>
    </w:pPr>
    <w:tblPr>
      <w:tblStyleRowBandSize w:val="1"/>
      <w:tblBorders>
        <w:top w:val="single" w:sz="2" w:space="0" w:color="00347E"/>
        <w:left w:val="single" w:sz="2" w:space="0" w:color="00347E"/>
        <w:bottom w:val="single" w:sz="2" w:space="0" w:color="00347E"/>
        <w:right w:val="single" w:sz="2" w:space="0" w:color="00347E"/>
        <w:insideH w:val="single" w:sz="2" w:space="0" w:color="00347E"/>
        <w:insideV w:val="single" w:sz="2" w:space="0" w:color="00347E"/>
      </w:tblBorders>
      <w:tblCellMar>
        <w:top w:w="57" w:type="dxa"/>
        <w:left w:w="227" w:type="dxa"/>
      </w:tblCellMar>
    </w:tblPr>
    <w:tcPr>
      <w:vAlign w:val="center"/>
    </w:tcPr>
    <w:tblStylePr w:type="firstRow">
      <w:rPr>
        <w:rFonts w:ascii="Century Gothic Bold" w:hAnsi="Century Gothic Bold"/>
        <w:b/>
        <w:sz w:val="18"/>
      </w:rPr>
      <w:tblPr/>
      <w:tcPr>
        <w:shd w:val="clear" w:color="auto" w:fill="B8D8FF"/>
      </w:tcPr>
    </w:tblStylePr>
    <w:tblStylePr w:type="band1Horz">
      <w:rPr>
        <w:rFonts w:ascii="Roboto" w:hAnsi="Roboto"/>
        <w:b w:val="0"/>
        <w:sz w:val="14"/>
      </w:rPr>
      <w:tblPr/>
      <w:tcPr>
        <w:shd w:val="clear" w:color="auto" w:fill="E6F0FE"/>
      </w:tcPr>
    </w:tblStylePr>
    <w:tblStylePr w:type="band2Horz">
      <w:rPr>
        <w:rFonts w:ascii="Roboto" w:hAnsi="Roboto"/>
        <w:b w:val="0"/>
        <w:sz w:val="14"/>
      </w:rPr>
      <w:tblPr/>
      <w:tcPr>
        <w:shd w:val="clear" w:color="auto" w:fill="F0F5FF"/>
      </w:tcPr>
    </w:tblStylePr>
  </w:style>
  <w:style w:type="paragraph" w:customStyle="1" w:styleId="AdditionalLogos">
    <w:name w:val="Additional Logos"/>
    <w:basedOn w:val="Header"/>
    <w:uiPriority w:val="3"/>
    <w:semiHidden/>
    <w:qFormat/>
    <w:rsid w:val="00434E31"/>
    <w:pPr>
      <w:tabs>
        <w:tab w:val="clear" w:pos="9638"/>
      </w:tabs>
      <w:spacing w:before="120"/>
    </w:pPr>
  </w:style>
  <w:style w:type="paragraph" w:customStyle="1" w:styleId="Template-Docinfo">
    <w:name w:val="Template - Doc info"/>
    <w:basedOn w:val="Template"/>
    <w:uiPriority w:val="8"/>
    <w:semiHidden/>
    <w:qFormat/>
    <w:rsid w:val="00434E31"/>
    <w:pPr>
      <w:spacing w:before="120" w:line="120" w:lineRule="exact"/>
    </w:pPr>
    <w:rPr>
      <w:caps/>
      <w:sz w:val="12"/>
    </w:rPr>
  </w:style>
  <w:style w:type="paragraph" w:customStyle="1" w:styleId="Template-Name">
    <w:name w:val="Template - Name"/>
    <w:basedOn w:val="Template"/>
    <w:uiPriority w:val="8"/>
    <w:semiHidden/>
    <w:qFormat/>
    <w:rsid w:val="00434E31"/>
  </w:style>
  <w:style w:type="paragraph" w:customStyle="1" w:styleId="Template-Department">
    <w:name w:val="Template - Department"/>
    <w:basedOn w:val="Template"/>
    <w:uiPriority w:val="8"/>
    <w:semiHidden/>
    <w:qFormat/>
    <w:rsid w:val="00434E31"/>
    <w:pPr>
      <w:spacing w:before="120"/>
      <w:contextualSpacing/>
    </w:pPr>
  </w:style>
  <w:style w:type="paragraph" w:styleId="ListBullet">
    <w:name w:val="List Bullet"/>
    <w:basedOn w:val="Normal"/>
    <w:uiPriority w:val="2"/>
    <w:qFormat/>
    <w:rsid w:val="00C9530C"/>
    <w:pPr>
      <w:numPr>
        <w:numId w:val="21"/>
      </w:numPr>
      <w:contextualSpacing/>
    </w:pPr>
  </w:style>
  <w:style w:type="paragraph" w:styleId="ListNumber">
    <w:name w:val="List Number"/>
    <w:basedOn w:val="Normal"/>
    <w:uiPriority w:val="2"/>
    <w:qFormat/>
    <w:rsid w:val="00434E31"/>
    <w:pPr>
      <w:numPr>
        <w:numId w:val="23"/>
      </w:numPr>
      <w:contextualSpacing/>
    </w:pPr>
  </w:style>
  <w:style w:type="character" w:styleId="Hyperlink">
    <w:name w:val="Hyperlink"/>
    <w:basedOn w:val="DefaultParagraphFont"/>
    <w:uiPriority w:val="99"/>
    <w:semiHidden/>
    <w:rsid w:val="00434E31"/>
    <w:rPr>
      <w:color w:val="0000FF"/>
      <w:u w:val="single"/>
    </w:rPr>
  </w:style>
  <w:style w:type="paragraph" w:customStyle="1" w:styleId="ListNumberSpaceAfter">
    <w:name w:val="List Number Space After"/>
    <w:basedOn w:val="ListNumber"/>
    <w:uiPriority w:val="1"/>
    <w:semiHidden/>
    <w:qFormat/>
    <w:rsid w:val="00A21BE5"/>
    <w:pPr>
      <w:spacing w:after="260"/>
      <w:contextualSpacing w:val="0"/>
    </w:pPr>
    <w:rPr>
      <w:lang w:val="en-GB"/>
    </w:rPr>
  </w:style>
  <w:style w:type="paragraph" w:customStyle="1" w:styleId="Table">
    <w:name w:val="Table"/>
    <w:basedOn w:val="Normal"/>
    <w:uiPriority w:val="6"/>
    <w:semiHidden/>
    <w:qFormat/>
    <w:rsid w:val="00434E31"/>
  </w:style>
  <w:style w:type="paragraph" w:customStyle="1" w:styleId="TableHeading">
    <w:name w:val="Table Heading"/>
    <w:basedOn w:val="Table"/>
    <w:uiPriority w:val="6"/>
    <w:semiHidden/>
    <w:qFormat/>
    <w:rsid w:val="00434E31"/>
    <w:pPr>
      <w:spacing w:before="60" w:after="60"/>
    </w:pPr>
    <w:rPr>
      <w:b/>
      <w:caps/>
      <w:sz w:val="18"/>
    </w:rPr>
  </w:style>
  <w:style w:type="paragraph" w:customStyle="1" w:styleId="TableHeadingRight">
    <w:name w:val="Table Heading Right"/>
    <w:basedOn w:val="TableHeading"/>
    <w:uiPriority w:val="6"/>
    <w:semiHidden/>
    <w:qFormat/>
    <w:rsid w:val="00434E31"/>
    <w:pPr>
      <w:jc w:val="right"/>
    </w:pPr>
  </w:style>
  <w:style w:type="paragraph" w:customStyle="1" w:styleId="TableNumber">
    <w:name w:val="Table Number"/>
    <w:basedOn w:val="Table"/>
    <w:uiPriority w:val="6"/>
    <w:semiHidden/>
    <w:qFormat/>
    <w:rsid w:val="00434E31"/>
    <w:pPr>
      <w:jc w:val="right"/>
    </w:pPr>
  </w:style>
  <w:style w:type="paragraph" w:customStyle="1" w:styleId="TableNumberTotal">
    <w:name w:val="Table Number Total"/>
    <w:basedOn w:val="TableNumber"/>
    <w:uiPriority w:val="6"/>
    <w:semiHidden/>
    <w:qFormat/>
    <w:rsid w:val="00E60342"/>
    <w:rPr>
      <w:b/>
    </w:rPr>
  </w:style>
  <w:style w:type="paragraph" w:styleId="NormalWeb">
    <w:name w:val="Normal (Web)"/>
    <w:basedOn w:val="Normal"/>
    <w:uiPriority w:val="99"/>
    <w:semiHidden/>
    <w:rsid w:val="00434E3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Bullet2">
    <w:name w:val="List Bullet 2"/>
    <w:basedOn w:val="Normal"/>
    <w:uiPriority w:val="99"/>
    <w:semiHidden/>
    <w:rsid w:val="00434E31"/>
    <w:pPr>
      <w:numPr>
        <w:numId w:val="22"/>
      </w:numPr>
      <w:contextualSpacing/>
    </w:pPr>
  </w:style>
  <w:style w:type="paragraph" w:styleId="BodyText">
    <w:name w:val="Body Text"/>
    <w:basedOn w:val="Normal"/>
    <w:link w:val="BodyTextChar"/>
    <w:semiHidden/>
    <w:rsid w:val="00434E31"/>
    <w:pPr>
      <w:spacing w:after="120" w:line="280" w:lineRule="atLeast"/>
    </w:pPr>
    <w:rPr>
      <w:rFonts w:ascii="Trebuchet MS" w:eastAsia="Times New Roman" w:hAnsi="Trebuchet MS" w:cs="Times New Roman"/>
      <w:spacing w:val="4"/>
    </w:rPr>
  </w:style>
  <w:style w:type="character" w:customStyle="1" w:styleId="BodyTextChar">
    <w:name w:val="Body Text Char"/>
    <w:basedOn w:val="DefaultParagraphFont"/>
    <w:link w:val="BodyText"/>
    <w:semiHidden/>
    <w:rsid w:val="00434E31"/>
    <w:rPr>
      <w:rFonts w:ascii="Trebuchet MS" w:eastAsia="Times New Roman" w:hAnsi="Trebuchet MS" w:cs="Times New Roman"/>
      <w:spacing w:val="4"/>
      <w:sz w:val="20"/>
      <w:lang w:val="en-US"/>
    </w:rPr>
  </w:style>
  <w:style w:type="paragraph" w:styleId="PlainText">
    <w:name w:val="Plain Text"/>
    <w:basedOn w:val="Normal"/>
    <w:link w:val="PlainTextChar"/>
    <w:uiPriority w:val="99"/>
    <w:semiHidden/>
    <w:rsid w:val="00434E31"/>
    <w:pPr>
      <w:spacing w:line="240" w:lineRule="auto"/>
    </w:pPr>
    <w:rPr>
      <w:rFonts w:ascii="Calibri" w:hAnsi="Calibri" w:cs="Times New Roman"/>
      <w:szCs w:val="22"/>
      <w:lang w:eastAsia="da-DK"/>
    </w:rPr>
  </w:style>
  <w:style w:type="character" w:customStyle="1" w:styleId="PlainTextChar">
    <w:name w:val="Plain Text Char"/>
    <w:basedOn w:val="DefaultParagraphFont"/>
    <w:link w:val="PlainText"/>
    <w:uiPriority w:val="99"/>
    <w:semiHidden/>
    <w:rsid w:val="00A20648"/>
    <w:rPr>
      <w:rFonts w:ascii="Calibri" w:hAnsi="Calibri" w:cs="Times New Roman"/>
      <w:sz w:val="20"/>
      <w:szCs w:val="22"/>
      <w:lang w:val="en-US" w:eastAsia="da-DK"/>
    </w:rPr>
  </w:style>
  <w:style w:type="paragraph" w:customStyle="1" w:styleId="TableText">
    <w:name w:val="Table Text"/>
    <w:basedOn w:val="Table"/>
    <w:uiPriority w:val="6"/>
    <w:semiHidden/>
    <w:qFormat/>
    <w:rsid w:val="00434E31"/>
  </w:style>
  <w:style w:type="paragraph" w:customStyle="1" w:styleId="TableTextHanging">
    <w:name w:val="Table Text Hanging"/>
    <w:basedOn w:val="TableText"/>
    <w:uiPriority w:val="1"/>
    <w:semiHidden/>
    <w:qFormat/>
    <w:rsid w:val="00434E31"/>
    <w:pPr>
      <w:ind w:left="1134" w:hanging="1134"/>
    </w:pPr>
    <w:rPr>
      <w:rFonts w:ascii="Trebuchet MS" w:eastAsia="Times New Roman" w:hAnsi="Trebuchet MS" w:cs="Times New Roman"/>
      <w:szCs w:val="24"/>
      <w:lang w:eastAsia="da-DK"/>
    </w:rPr>
  </w:style>
  <w:style w:type="paragraph" w:customStyle="1" w:styleId="TableTextTotal">
    <w:name w:val="Table Text Total"/>
    <w:basedOn w:val="TableText"/>
    <w:uiPriority w:val="6"/>
    <w:semiHidden/>
    <w:qFormat/>
    <w:rsid w:val="00434E31"/>
    <w:rPr>
      <w:b/>
    </w:rPr>
  </w:style>
  <w:style w:type="paragraph" w:customStyle="1" w:styleId="Footer-Colored">
    <w:name w:val="Footer - Colored"/>
    <w:basedOn w:val="Footer"/>
    <w:uiPriority w:val="99"/>
    <w:semiHidden/>
    <w:qFormat/>
    <w:rsid w:val="00A34E07"/>
    <w:pPr>
      <w:ind w:right="-853"/>
    </w:pPr>
    <w:rPr>
      <w:color w:val="232323" w:themeColor="text1"/>
    </w:rPr>
  </w:style>
  <w:style w:type="paragraph" w:styleId="Date">
    <w:name w:val="Date"/>
    <w:basedOn w:val="Normal"/>
    <w:next w:val="Normal"/>
    <w:link w:val="DateChar"/>
    <w:uiPriority w:val="4"/>
    <w:semiHidden/>
    <w:rsid w:val="00E730B8"/>
  </w:style>
  <w:style w:type="character" w:customStyle="1" w:styleId="DateChar">
    <w:name w:val="Date Char"/>
    <w:basedOn w:val="DefaultParagraphFont"/>
    <w:link w:val="Date"/>
    <w:uiPriority w:val="4"/>
    <w:semiHidden/>
    <w:rsid w:val="00A20648"/>
    <w:rPr>
      <w:rFonts w:ascii="Roboto" w:hAnsi="Roboto"/>
      <w:sz w:val="20"/>
      <w:lang w:val="en-US"/>
    </w:rPr>
  </w:style>
  <w:style w:type="character" w:styleId="PlaceholderText">
    <w:name w:val="Placeholder Text"/>
    <w:basedOn w:val="DefaultParagraphFont"/>
    <w:uiPriority w:val="99"/>
    <w:semiHidden/>
    <w:rsid w:val="00C63C67"/>
    <w:rPr>
      <w:color w:val="808080"/>
    </w:rPr>
  </w:style>
  <w:style w:type="paragraph" w:customStyle="1" w:styleId="Footer1">
    <w:name w:val="Footer 1"/>
    <w:basedOn w:val="Footer"/>
    <w:link w:val="Footer1Char"/>
    <w:uiPriority w:val="3"/>
    <w:semiHidden/>
    <w:qFormat/>
    <w:rsid w:val="00263709"/>
    <w:pPr>
      <w:ind w:right="340"/>
      <w:jc w:val="right"/>
    </w:pPr>
    <w:rPr>
      <w:color w:val="232323" w:themeColor="text2"/>
    </w:rPr>
  </w:style>
  <w:style w:type="character" w:customStyle="1" w:styleId="Footer1Char">
    <w:name w:val="Footer 1 Char"/>
    <w:basedOn w:val="FooterChar"/>
    <w:link w:val="Footer1"/>
    <w:uiPriority w:val="3"/>
    <w:semiHidden/>
    <w:rsid w:val="00A20648"/>
    <w:rPr>
      <w:rFonts w:ascii="Roboto" w:hAnsi="Roboto"/>
      <w:color w:val="232323" w:themeColor="text2"/>
      <w:sz w:val="14"/>
      <w:lang w:val="en-US"/>
    </w:rPr>
  </w:style>
  <w:style w:type="paragraph" w:customStyle="1" w:styleId="FootertoHide">
    <w:name w:val="Footer to Hide"/>
    <w:basedOn w:val="Footer1"/>
    <w:link w:val="FootertoHideChar"/>
    <w:autoRedefine/>
    <w:semiHidden/>
    <w:qFormat/>
    <w:rsid w:val="00F62BE3"/>
    <w:pPr>
      <w:jc w:val="left"/>
    </w:pPr>
    <w:rPr>
      <w:b/>
      <w:sz w:val="12"/>
    </w:rPr>
  </w:style>
  <w:style w:type="character" w:customStyle="1" w:styleId="FootertoHideChar">
    <w:name w:val="Footer to Hide Char"/>
    <w:basedOn w:val="Footer1Char"/>
    <w:link w:val="FootertoHide"/>
    <w:semiHidden/>
    <w:rsid w:val="00F62BE3"/>
    <w:rPr>
      <w:rFonts w:ascii="Roboto" w:hAnsi="Roboto"/>
      <w:b/>
      <w:color w:val="232323" w:themeColor="text2"/>
      <w:sz w:val="12"/>
      <w:lang w:val="en-US"/>
    </w:rPr>
  </w:style>
  <w:style w:type="table" w:styleId="GridTable1Light">
    <w:name w:val="Grid Table 1 Light"/>
    <w:basedOn w:val="TableNormal"/>
    <w:uiPriority w:val="46"/>
    <w:rsid w:val="008F7F71"/>
    <w:pPr>
      <w:spacing w:line="240" w:lineRule="auto"/>
    </w:pPr>
    <w:tblPr>
      <w:tblStyleRowBandSize w:val="1"/>
      <w:tblStyleColBandSize w:val="1"/>
      <w:tblBorders>
        <w:top w:val="single" w:sz="4" w:space="0" w:color="A7A7A7" w:themeColor="text1" w:themeTint="66"/>
        <w:left w:val="single" w:sz="4" w:space="0" w:color="A7A7A7" w:themeColor="text1" w:themeTint="66"/>
        <w:bottom w:val="single" w:sz="4" w:space="0" w:color="A7A7A7" w:themeColor="text1" w:themeTint="66"/>
        <w:right w:val="single" w:sz="4" w:space="0" w:color="A7A7A7" w:themeColor="text1" w:themeTint="66"/>
        <w:insideH w:val="single" w:sz="4" w:space="0" w:color="A7A7A7" w:themeColor="text1" w:themeTint="66"/>
        <w:insideV w:val="single" w:sz="4" w:space="0" w:color="A7A7A7" w:themeColor="text1" w:themeTint="66"/>
      </w:tblBorders>
    </w:tblPr>
    <w:tblStylePr w:type="firstRow">
      <w:rPr>
        <w:b/>
        <w:bCs/>
      </w:rPr>
      <w:tblPr/>
      <w:tcPr>
        <w:tcBorders>
          <w:bottom w:val="single" w:sz="12" w:space="0" w:color="7B7B7B" w:themeColor="text1" w:themeTint="99"/>
        </w:tcBorders>
      </w:tcPr>
    </w:tblStylePr>
    <w:tblStylePr w:type="lastRow">
      <w:rPr>
        <w:b/>
        <w:bCs/>
      </w:rPr>
      <w:tblPr/>
      <w:tcPr>
        <w:tcBorders>
          <w:top w:val="double" w:sz="2" w:space="0" w:color="7B7B7B"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3864CA"/>
    <w:pPr>
      <w:spacing w:line="240" w:lineRule="auto"/>
    </w:pPr>
    <w:tblPr>
      <w:tblBorders>
        <w:top w:val="single" w:sz="4" w:space="0" w:color="C0E68F" w:themeColor="background1" w:themeShade="BF"/>
        <w:left w:val="single" w:sz="4" w:space="0" w:color="C0E68F" w:themeColor="background1" w:themeShade="BF"/>
        <w:bottom w:val="single" w:sz="4" w:space="0" w:color="C0E68F" w:themeColor="background1" w:themeShade="BF"/>
        <w:right w:val="single" w:sz="4" w:space="0" w:color="C0E68F" w:themeColor="background1" w:themeShade="BF"/>
        <w:insideH w:val="single" w:sz="4" w:space="0" w:color="C0E68F" w:themeColor="background1" w:themeShade="BF"/>
        <w:insideV w:val="single" w:sz="4" w:space="0" w:color="C0E68F" w:themeColor="background1" w:themeShade="BF"/>
      </w:tblBorders>
    </w:tblPr>
  </w:style>
  <w:style w:type="table" w:styleId="PlainTable1">
    <w:name w:val="Plain Table 1"/>
    <w:basedOn w:val="TableNormal"/>
    <w:uiPriority w:val="41"/>
    <w:rsid w:val="00575595"/>
    <w:pPr>
      <w:spacing w:line="240" w:lineRule="auto"/>
    </w:pPr>
    <w:tblPr>
      <w:tblStyleRowBandSize w:val="1"/>
      <w:tblStyleColBandSize w:val="1"/>
      <w:tblBorders>
        <w:top w:val="single" w:sz="4" w:space="0" w:color="C0E68F" w:themeColor="background1" w:themeShade="BF"/>
        <w:left w:val="single" w:sz="4" w:space="0" w:color="C0E68F" w:themeColor="background1" w:themeShade="BF"/>
        <w:bottom w:val="single" w:sz="4" w:space="0" w:color="C0E68F" w:themeColor="background1" w:themeShade="BF"/>
        <w:right w:val="single" w:sz="4" w:space="0" w:color="C0E68F" w:themeColor="background1" w:themeShade="BF"/>
        <w:insideH w:val="single" w:sz="4" w:space="0" w:color="C0E68F" w:themeColor="background1" w:themeShade="BF"/>
        <w:insideV w:val="single" w:sz="4" w:space="0" w:color="C0E68F" w:themeColor="background1" w:themeShade="BF"/>
      </w:tblBorders>
    </w:tblPr>
    <w:tblStylePr w:type="firstRow">
      <w:rPr>
        <w:b/>
        <w:bCs/>
      </w:rPr>
    </w:tblStylePr>
    <w:tblStylePr w:type="lastRow">
      <w:rPr>
        <w:b/>
        <w:bCs/>
      </w:rPr>
      <w:tblPr/>
      <w:tcPr>
        <w:tcBorders>
          <w:top w:val="double" w:sz="4" w:space="0" w:color="C0E68F" w:themeColor="background1" w:themeShade="BF"/>
        </w:tcBorders>
      </w:tcPr>
    </w:tblStylePr>
    <w:tblStylePr w:type="firstCol">
      <w:rPr>
        <w:b/>
        <w:bCs/>
      </w:rPr>
    </w:tblStylePr>
    <w:tblStylePr w:type="lastCol">
      <w:rPr>
        <w:b/>
        <w:bCs/>
      </w:rPr>
    </w:tblStylePr>
    <w:tblStylePr w:type="band1Vert">
      <w:tblPr/>
      <w:tcPr>
        <w:shd w:val="clear" w:color="auto" w:fill="EEF8E1" w:themeFill="background1" w:themeFillShade="F2"/>
      </w:tcPr>
    </w:tblStylePr>
    <w:tblStylePr w:type="band1Horz">
      <w:tblPr/>
      <w:tcPr>
        <w:shd w:val="clear" w:color="auto" w:fill="EEF8E1" w:themeFill="background1" w:themeFillShade="F2"/>
      </w:tcPr>
    </w:tblStylePr>
  </w:style>
  <w:style w:type="paragraph" w:customStyle="1" w:styleId="paragraph">
    <w:name w:val="paragraph"/>
    <w:basedOn w:val="Normal"/>
    <w:rsid w:val="00EB0738"/>
    <w:pPr>
      <w:spacing w:before="100" w:beforeAutospacing="1" w:after="100" w:afterAutospacing="1" w:line="240" w:lineRule="auto"/>
    </w:pPr>
    <w:rPr>
      <w:rFonts w:ascii="Times New Roman" w:eastAsia="Times New Roman" w:hAnsi="Times New Roman" w:cs="Times New Roman"/>
      <w:sz w:val="24"/>
      <w:szCs w:val="24"/>
      <w:lang w:bidi="km-KH"/>
    </w:rPr>
  </w:style>
  <w:style w:type="character" w:customStyle="1" w:styleId="normaltextrun">
    <w:name w:val="normaltextrun"/>
    <w:basedOn w:val="DefaultParagraphFont"/>
    <w:rsid w:val="00EB0738"/>
  </w:style>
  <w:style w:type="character" w:customStyle="1" w:styleId="eop">
    <w:name w:val="eop"/>
    <w:basedOn w:val="DefaultParagraphFont"/>
    <w:rsid w:val="00EB0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435448233">
      <w:bodyDiv w:val="1"/>
      <w:marLeft w:val="0"/>
      <w:marRight w:val="0"/>
      <w:marTop w:val="0"/>
      <w:marBottom w:val="0"/>
      <w:divBdr>
        <w:top w:val="none" w:sz="0" w:space="0" w:color="auto"/>
        <w:left w:val="none" w:sz="0" w:space="0" w:color="auto"/>
        <w:bottom w:val="none" w:sz="0" w:space="0" w:color="auto"/>
        <w:right w:val="none" w:sz="0" w:space="0" w:color="auto"/>
      </w:divBdr>
    </w:div>
    <w:div w:id="508178299">
      <w:bodyDiv w:val="1"/>
      <w:marLeft w:val="0"/>
      <w:marRight w:val="0"/>
      <w:marTop w:val="0"/>
      <w:marBottom w:val="0"/>
      <w:divBdr>
        <w:top w:val="none" w:sz="0" w:space="0" w:color="auto"/>
        <w:left w:val="none" w:sz="0" w:space="0" w:color="auto"/>
        <w:bottom w:val="none" w:sz="0" w:space="0" w:color="auto"/>
        <w:right w:val="none" w:sz="0" w:space="0" w:color="auto"/>
      </w:divBdr>
    </w:div>
    <w:div w:id="759987237">
      <w:bodyDiv w:val="1"/>
      <w:marLeft w:val="0"/>
      <w:marRight w:val="0"/>
      <w:marTop w:val="0"/>
      <w:marBottom w:val="0"/>
      <w:divBdr>
        <w:top w:val="none" w:sz="0" w:space="0" w:color="auto"/>
        <w:left w:val="none" w:sz="0" w:space="0" w:color="auto"/>
        <w:bottom w:val="none" w:sz="0" w:space="0" w:color="auto"/>
        <w:right w:val="none" w:sz="0" w:space="0" w:color="auto"/>
      </w:divBdr>
      <w:divsChild>
        <w:div w:id="1160384671">
          <w:marLeft w:val="288"/>
          <w:marRight w:val="0"/>
          <w:marTop w:val="67"/>
          <w:marBottom w:val="0"/>
          <w:divBdr>
            <w:top w:val="none" w:sz="0" w:space="0" w:color="auto"/>
            <w:left w:val="none" w:sz="0" w:space="0" w:color="auto"/>
            <w:bottom w:val="none" w:sz="0" w:space="0" w:color="auto"/>
            <w:right w:val="none" w:sz="0" w:space="0" w:color="auto"/>
          </w:divBdr>
        </w:div>
      </w:divsChild>
    </w:div>
    <w:div w:id="872159313">
      <w:bodyDiv w:val="1"/>
      <w:marLeft w:val="0"/>
      <w:marRight w:val="0"/>
      <w:marTop w:val="0"/>
      <w:marBottom w:val="0"/>
      <w:divBdr>
        <w:top w:val="none" w:sz="0" w:space="0" w:color="auto"/>
        <w:left w:val="none" w:sz="0" w:space="0" w:color="auto"/>
        <w:bottom w:val="none" w:sz="0" w:space="0" w:color="auto"/>
        <w:right w:val="none" w:sz="0" w:space="0" w:color="auto"/>
      </w:divBdr>
      <w:divsChild>
        <w:div w:id="368453779">
          <w:marLeft w:val="288"/>
          <w:marRight w:val="0"/>
          <w:marTop w:val="67"/>
          <w:marBottom w:val="0"/>
          <w:divBdr>
            <w:top w:val="none" w:sz="0" w:space="0" w:color="auto"/>
            <w:left w:val="none" w:sz="0" w:space="0" w:color="auto"/>
            <w:bottom w:val="none" w:sz="0" w:space="0" w:color="auto"/>
            <w:right w:val="none" w:sz="0" w:space="0" w:color="auto"/>
          </w:divBdr>
        </w:div>
      </w:divsChild>
    </w:div>
    <w:div w:id="919485179">
      <w:bodyDiv w:val="1"/>
      <w:marLeft w:val="0"/>
      <w:marRight w:val="0"/>
      <w:marTop w:val="0"/>
      <w:marBottom w:val="0"/>
      <w:divBdr>
        <w:top w:val="none" w:sz="0" w:space="0" w:color="auto"/>
        <w:left w:val="none" w:sz="0" w:space="0" w:color="auto"/>
        <w:bottom w:val="none" w:sz="0" w:space="0" w:color="auto"/>
        <w:right w:val="none" w:sz="0" w:space="0" w:color="auto"/>
      </w:divBdr>
    </w:div>
    <w:div w:id="1008480389">
      <w:bodyDiv w:val="1"/>
      <w:marLeft w:val="0"/>
      <w:marRight w:val="0"/>
      <w:marTop w:val="0"/>
      <w:marBottom w:val="0"/>
      <w:divBdr>
        <w:top w:val="none" w:sz="0" w:space="0" w:color="auto"/>
        <w:left w:val="none" w:sz="0" w:space="0" w:color="auto"/>
        <w:bottom w:val="none" w:sz="0" w:space="0" w:color="auto"/>
        <w:right w:val="none" w:sz="0" w:space="0" w:color="auto"/>
      </w:divBdr>
    </w:div>
    <w:div w:id="1135879461">
      <w:bodyDiv w:val="1"/>
      <w:marLeft w:val="0"/>
      <w:marRight w:val="0"/>
      <w:marTop w:val="0"/>
      <w:marBottom w:val="0"/>
      <w:divBdr>
        <w:top w:val="none" w:sz="0" w:space="0" w:color="auto"/>
        <w:left w:val="none" w:sz="0" w:space="0" w:color="auto"/>
        <w:bottom w:val="none" w:sz="0" w:space="0" w:color="auto"/>
        <w:right w:val="none" w:sz="0" w:space="0" w:color="auto"/>
      </w:divBdr>
    </w:div>
    <w:div w:id="1247768135">
      <w:bodyDiv w:val="1"/>
      <w:marLeft w:val="0"/>
      <w:marRight w:val="0"/>
      <w:marTop w:val="0"/>
      <w:marBottom w:val="0"/>
      <w:divBdr>
        <w:top w:val="none" w:sz="0" w:space="0" w:color="auto"/>
        <w:left w:val="none" w:sz="0" w:space="0" w:color="auto"/>
        <w:bottom w:val="none" w:sz="0" w:space="0" w:color="auto"/>
        <w:right w:val="none" w:sz="0" w:space="0" w:color="auto"/>
      </w:divBdr>
    </w:div>
    <w:div w:id="1276906662">
      <w:bodyDiv w:val="1"/>
      <w:marLeft w:val="0"/>
      <w:marRight w:val="0"/>
      <w:marTop w:val="0"/>
      <w:marBottom w:val="0"/>
      <w:divBdr>
        <w:top w:val="none" w:sz="0" w:space="0" w:color="auto"/>
        <w:left w:val="none" w:sz="0" w:space="0" w:color="auto"/>
        <w:bottom w:val="none" w:sz="0" w:space="0" w:color="auto"/>
        <w:right w:val="none" w:sz="0" w:space="0" w:color="auto"/>
      </w:divBdr>
    </w:div>
    <w:div w:id="1308242338">
      <w:bodyDiv w:val="1"/>
      <w:marLeft w:val="0"/>
      <w:marRight w:val="0"/>
      <w:marTop w:val="0"/>
      <w:marBottom w:val="0"/>
      <w:divBdr>
        <w:top w:val="none" w:sz="0" w:space="0" w:color="auto"/>
        <w:left w:val="none" w:sz="0" w:space="0" w:color="auto"/>
        <w:bottom w:val="none" w:sz="0" w:space="0" w:color="auto"/>
        <w:right w:val="none" w:sz="0" w:space="0" w:color="auto"/>
      </w:divBdr>
    </w:div>
    <w:div w:id="1435056310">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691369276">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2077706447">
      <w:bodyDiv w:val="1"/>
      <w:marLeft w:val="0"/>
      <w:marRight w:val="0"/>
      <w:marTop w:val="0"/>
      <w:marBottom w:val="0"/>
      <w:divBdr>
        <w:top w:val="none" w:sz="0" w:space="0" w:color="auto"/>
        <w:left w:val="none" w:sz="0" w:space="0" w:color="auto"/>
        <w:bottom w:val="none" w:sz="0" w:space="0" w:color="auto"/>
        <w:right w:val="none" w:sz="0" w:space="0" w:color="auto"/>
      </w:divBdr>
    </w:div>
    <w:div w:id="2092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c212.net/c/link/?t=0&amp;l=en&amp;o=2804500-1&amp;h=711470843&amp;u=https%3A%2F%2Fc212.net%2Fc%2Flink%2F%3Ft%3D0%26l%3Den%26o%3D2725128-1%26h%3D2963578489%26u%3Dhttp%253A%252F%252Fwww.templafy.com%252F%26a%3Dwww.templafy.com&amp;a=www.templafy.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P\Downloads\Let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AA2E1743-C897-4A03-B82F-DCEF1B9EE3EC}"/>
      </w:docPartPr>
      <w:docPartBody>
        <w:p w:rsidR="00607CEA" w:rsidRDefault="004C7227">
          <w:r w:rsidRPr="00B20032">
            <w:rPr>
              <w:rStyle w:val="PlaceholderText"/>
            </w:rPr>
            <w:t>Click or tap here to enter text.</w:t>
          </w:r>
        </w:p>
      </w:docPartBody>
    </w:docPart>
    <w:docPart>
      <w:docPartPr>
        <w:name w:val="D1FEB2F7BB7E43D2B0FCC90AD0D083A1"/>
        <w:category>
          <w:name w:val="General"/>
          <w:gallery w:val="placeholder"/>
        </w:category>
        <w:types>
          <w:type w:val="bbPlcHdr"/>
        </w:types>
        <w:behaviors>
          <w:behavior w:val="content"/>
        </w:behaviors>
        <w:guid w:val="{3BFA809E-C727-4384-A889-7C137312790A}"/>
      </w:docPartPr>
      <w:docPartBody>
        <w:p w:rsidR="00613ADB" w:rsidRDefault="00DF1EF0" w:rsidP="00DF1EF0">
          <w:pPr>
            <w:pStyle w:val="D1FEB2F7BB7E43D2B0FCC90AD0D083A1"/>
          </w:pPr>
          <w:r w:rsidRPr="00B20032">
            <w:rPr>
              <w:rStyle w:val="PlaceholderText"/>
            </w:rPr>
            <w:t>Click or tap here to enter text.</w:t>
          </w:r>
        </w:p>
      </w:docPartBody>
    </w:docPart>
    <w:docPart>
      <w:docPartPr>
        <w:name w:val="28D4D4922D634572B0FA276C948115B7"/>
        <w:category>
          <w:name w:val="General"/>
          <w:gallery w:val="placeholder"/>
        </w:category>
        <w:types>
          <w:type w:val="bbPlcHdr"/>
        </w:types>
        <w:behaviors>
          <w:behavior w:val="content"/>
        </w:behaviors>
        <w:guid w:val="{95523012-39F8-4389-93B5-74A9BC788F35}"/>
      </w:docPartPr>
      <w:docPartBody>
        <w:p w:rsidR="00376134" w:rsidRDefault="0002679A" w:rsidP="0002679A">
          <w:pPr>
            <w:pStyle w:val="28D4D4922D634572B0FA276C948115B7"/>
          </w:pPr>
          <w:r w:rsidRPr="00207E4F">
            <w:rPr>
              <w:rStyle w:val="PlaceholderText"/>
              <w:noProof/>
            </w:rPr>
            <w:t>Click or tap here to enter text.</w:t>
          </w:r>
        </w:p>
      </w:docPartBody>
    </w:docPart>
    <w:docPart>
      <w:docPartPr>
        <w:name w:val="FC88C6D49E2C45C5BED6ECB4F85E78A4"/>
        <w:category>
          <w:name w:val="General"/>
          <w:gallery w:val="placeholder"/>
        </w:category>
        <w:types>
          <w:type w:val="bbPlcHdr"/>
        </w:types>
        <w:behaviors>
          <w:behavior w:val="content"/>
        </w:behaviors>
        <w:guid w:val="{D2C1CF89-537C-48ED-BD85-426337F67D36}"/>
      </w:docPartPr>
      <w:docPartBody>
        <w:p w:rsidR="00376134" w:rsidRDefault="0002679A" w:rsidP="0002679A">
          <w:pPr>
            <w:pStyle w:val="FC88C6D49E2C45C5BED6ECB4F85E78A4"/>
          </w:pPr>
          <w:r w:rsidRPr="00207E4F">
            <w:rPr>
              <w:rStyle w:val="PlaceholderText"/>
              <w:noProof/>
            </w:rPr>
            <w:t>Click or tap here to enter text.</w:t>
          </w:r>
        </w:p>
      </w:docPartBody>
    </w:docPart>
    <w:docPart>
      <w:docPartPr>
        <w:name w:val="4B78E9CECF3E4ECF930EC3F8F41D1154"/>
        <w:category>
          <w:name w:val="General"/>
          <w:gallery w:val="placeholder"/>
        </w:category>
        <w:types>
          <w:type w:val="bbPlcHdr"/>
        </w:types>
        <w:behaviors>
          <w:behavior w:val="content"/>
        </w:behaviors>
        <w:guid w:val="{0CDBBE84-0603-4EB8-A41F-DF5EA18897B6}"/>
      </w:docPartPr>
      <w:docPartBody>
        <w:p w:rsidR="00376134" w:rsidRDefault="0002679A" w:rsidP="0002679A">
          <w:pPr>
            <w:pStyle w:val="4B78E9CECF3E4ECF930EC3F8F41D1154"/>
          </w:pPr>
          <w:r w:rsidRPr="00207E4F">
            <w:rPr>
              <w:rStyle w:val="PlaceholderText"/>
              <w:noProof/>
            </w:rPr>
            <w:t>Click or tap here to enter text.</w:t>
          </w:r>
        </w:p>
      </w:docPartBody>
    </w:docPart>
    <w:docPart>
      <w:docPartPr>
        <w:name w:val="92D9F2FB44874A679CFEAEFF43296D50"/>
        <w:category>
          <w:name w:val="General"/>
          <w:gallery w:val="placeholder"/>
        </w:category>
        <w:types>
          <w:type w:val="bbPlcHdr"/>
        </w:types>
        <w:behaviors>
          <w:behavior w:val="content"/>
        </w:behaviors>
        <w:guid w:val="{D6BAD731-9C28-4C62-8A34-671E6414431F}"/>
      </w:docPartPr>
      <w:docPartBody>
        <w:p w:rsidR="00376134" w:rsidRDefault="0002679A" w:rsidP="0002679A">
          <w:pPr>
            <w:pStyle w:val="92D9F2FB44874A679CFEAEFF43296D50"/>
          </w:pPr>
          <w:r w:rsidRPr="00207E4F">
            <w:rPr>
              <w:rStyle w:val="PlaceholderText"/>
              <w:noProof/>
            </w:rPr>
            <w:t>Click or tap here to enter text.</w:t>
          </w:r>
        </w:p>
      </w:docPartBody>
    </w:docPart>
    <w:docPart>
      <w:docPartPr>
        <w:name w:val="EAE4CC8CE9D64657AD24C7BDB8062AE9"/>
        <w:category>
          <w:name w:val="General"/>
          <w:gallery w:val="placeholder"/>
        </w:category>
        <w:types>
          <w:type w:val="bbPlcHdr"/>
        </w:types>
        <w:behaviors>
          <w:behavior w:val="content"/>
        </w:behaviors>
        <w:guid w:val="{8640DB89-C4F0-4648-9D1D-448D56E14D2E}"/>
      </w:docPartPr>
      <w:docPartBody>
        <w:p w:rsidR="00376134" w:rsidRDefault="0002679A" w:rsidP="0002679A">
          <w:pPr>
            <w:pStyle w:val="EAE4CC8CE9D64657AD24C7BDB8062AE9"/>
          </w:pPr>
          <w:r w:rsidRPr="00207E4F">
            <w:rPr>
              <w:rStyle w:val="PlaceholderText"/>
              <w:noProof/>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entury Gothic">
    <w:panose1 w:val="020B0502020202020204"/>
    <w:charset w:val="00"/>
    <w:family w:val="swiss"/>
    <w:pitch w:val="variable"/>
    <w:sig w:usb0="00000287" w:usb1="00000000" w:usb2="00000000" w:usb3="00000000" w:csb0="0000009F" w:csb1="00000000"/>
  </w:font>
  <w:font w:name="Gotham Rounded Book">
    <w:altName w:val="Arial"/>
    <w:panose1 w:val="020B0604020202020204"/>
    <w:charset w:val="00"/>
    <w:family w:val="modern"/>
    <w:notTrueType/>
    <w:pitch w:val="variable"/>
    <w:sig w:usb0="00000001" w:usb1="0000004A" w:usb2="00000000" w:usb3="00000000" w:csb0="00000193" w:csb1="00000000"/>
  </w:font>
  <w:font w:name="Open Sans">
    <w:panose1 w:val="00000000000000000000"/>
    <w:charset w:val="00"/>
    <w:family w:val="auto"/>
    <w:pitch w:val="variable"/>
    <w:sig w:usb0="E00002EF" w:usb1="4000205B" w:usb2="00000028" w:usb3="00000000" w:csb0="0000019F" w:csb1="00000000"/>
  </w:font>
  <w:font w:name="Mont SemiBold">
    <w:altName w:val="Calibri"/>
    <w:panose1 w:val="00000600000000000000"/>
    <w:charset w:val="00"/>
    <w:family w:val="auto"/>
    <w:pitch w:val="variable"/>
    <w:sig w:usb0="00000287" w:usb1="00000000" w:usb2="00000000" w:usb3="00000000" w:csb0="0000009F" w:csb1="00000000"/>
  </w:font>
  <w:font w:name="Open Sans SemiBold">
    <w:panose1 w:val="00000000000000000000"/>
    <w:charset w:val="00"/>
    <w:family w:val="auto"/>
    <w:pitch w:val="variable"/>
    <w:sig w:usb0="E00002FF" w:usb1="4000201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Bold">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101B4"/>
    <w:multiLevelType w:val="multilevel"/>
    <w:tmpl w:val="2F563C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568007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AE1"/>
    <w:rsid w:val="0002679A"/>
    <w:rsid w:val="00066710"/>
    <w:rsid w:val="000A1EF3"/>
    <w:rsid w:val="000D5DCB"/>
    <w:rsid w:val="000F1DDE"/>
    <w:rsid w:val="00112FF6"/>
    <w:rsid w:val="00141743"/>
    <w:rsid w:val="0014435E"/>
    <w:rsid w:val="00164661"/>
    <w:rsid w:val="00184DEE"/>
    <w:rsid w:val="00194719"/>
    <w:rsid w:val="001D52BD"/>
    <w:rsid w:val="0021323B"/>
    <w:rsid w:val="00264AE1"/>
    <w:rsid w:val="0026722C"/>
    <w:rsid w:val="00360BF1"/>
    <w:rsid w:val="00376134"/>
    <w:rsid w:val="003C625A"/>
    <w:rsid w:val="00431A5E"/>
    <w:rsid w:val="004617E5"/>
    <w:rsid w:val="00462C55"/>
    <w:rsid w:val="004A54B1"/>
    <w:rsid w:val="004C7227"/>
    <w:rsid w:val="0057224B"/>
    <w:rsid w:val="005A3FE6"/>
    <w:rsid w:val="005B3481"/>
    <w:rsid w:val="005C3DA0"/>
    <w:rsid w:val="00607CEA"/>
    <w:rsid w:val="00613ADB"/>
    <w:rsid w:val="0067648C"/>
    <w:rsid w:val="006B50AA"/>
    <w:rsid w:val="006D74BB"/>
    <w:rsid w:val="00772B18"/>
    <w:rsid w:val="0078215E"/>
    <w:rsid w:val="007C6A5A"/>
    <w:rsid w:val="007D2D0E"/>
    <w:rsid w:val="00836F4C"/>
    <w:rsid w:val="00892B46"/>
    <w:rsid w:val="008C12F2"/>
    <w:rsid w:val="008D0312"/>
    <w:rsid w:val="009D79EE"/>
    <w:rsid w:val="00A058D0"/>
    <w:rsid w:val="00A563A2"/>
    <w:rsid w:val="00A5731A"/>
    <w:rsid w:val="00A67DE9"/>
    <w:rsid w:val="00AE29B8"/>
    <w:rsid w:val="00AF1660"/>
    <w:rsid w:val="00AF4EB4"/>
    <w:rsid w:val="00B0240B"/>
    <w:rsid w:val="00B448A0"/>
    <w:rsid w:val="00B77F2A"/>
    <w:rsid w:val="00BB00E4"/>
    <w:rsid w:val="00BF1127"/>
    <w:rsid w:val="00BF4255"/>
    <w:rsid w:val="00BF6F84"/>
    <w:rsid w:val="00C54384"/>
    <w:rsid w:val="00CD6763"/>
    <w:rsid w:val="00D0716C"/>
    <w:rsid w:val="00D11AD9"/>
    <w:rsid w:val="00D616EF"/>
    <w:rsid w:val="00D7136F"/>
    <w:rsid w:val="00D90C91"/>
    <w:rsid w:val="00D92840"/>
    <w:rsid w:val="00DC05BF"/>
    <w:rsid w:val="00DF1EF0"/>
    <w:rsid w:val="00E91347"/>
    <w:rsid w:val="00EF2795"/>
    <w:rsid w:val="00F87968"/>
    <w:rsid w:val="00FB1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1EF3"/>
    <w:rPr>
      <w:color w:val="808080"/>
    </w:rPr>
  </w:style>
  <w:style w:type="paragraph" w:customStyle="1" w:styleId="D1FEB2F7BB7E43D2B0FCC90AD0D083A1">
    <w:name w:val="D1FEB2F7BB7E43D2B0FCC90AD0D083A1"/>
    <w:rsid w:val="00DF1EF0"/>
  </w:style>
  <w:style w:type="paragraph" w:customStyle="1" w:styleId="28D4D4922D634572B0FA276C948115B7">
    <w:name w:val="28D4D4922D634572B0FA276C948115B7"/>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FC88C6D49E2C45C5BED6ECB4F85E78A4">
    <w:name w:val="FC88C6D49E2C45C5BED6ECB4F85E78A4"/>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4B78E9CECF3E4ECF930EC3F8F41D1154">
    <w:name w:val="4B78E9CECF3E4ECF930EC3F8F41D1154"/>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92D9F2FB44874A679CFEAEFF43296D50">
    <w:name w:val="92D9F2FB44874A679CFEAEFF43296D50"/>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 w:type="paragraph" w:customStyle="1" w:styleId="EAE4CC8CE9D64657AD24C7BDB8062AE9">
    <w:name w:val="EAE4CC8CE9D64657AD24C7BDB8062AE9"/>
    <w:rsid w:val="0002679A"/>
    <w:pPr>
      <w:tabs>
        <w:tab w:val="center" w:pos="4819"/>
        <w:tab w:val="right" w:pos="9638"/>
      </w:tabs>
      <w:spacing w:after="0" w:line="240" w:lineRule="auto"/>
      <w:ind w:right="340"/>
    </w:pPr>
    <w:rPr>
      <w:rFonts w:ascii="Roboto" w:eastAsiaTheme="minorHAnsi" w:hAnsi="Roboto"/>
      <w:b/>
      <w:color w:val="0E2841" w:themeColor="text2"/>
      <w:sz w:val="12"/>
      <w:szCs w:val="18"/>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Templafy 2024">
      <a:dk1>
        <a:srgbClr val="232323"/>
      </a:dk1>
      <a:lt1>
        <a:srgbClr val="FAFDF6"/>
      </a:lt1>
      <a:dk2>
        <a:srgbClr val="232323"/>
      </a:dk2>
      <a:lt2>
        <a:srgbClr val="FAFDF6"/>
      </a:lt2>
      <a:accent1>
        <a:srgbClr val="D3D3D3"/>
      </a:accent1>
      <a:accent2>
        <a:srgbClr val="EEF0E9"/>
      </a:accent2>
      <a:accent3>
        <a:srgbClr val="E8EBE1"/>
      </a:accent3>
      <a:accent4>
        <a:srgbClr val="3355F5"/>
      </a:accent4>
      <a:accent5>
        <a:srgbClr val="383838"/>
      </a:accent5>
      <a:accent6>
        <a:srgbClr val="7B7B7B"/>
      </a:accent6>
      <a:hlink>
        <a:srgbClr val="3355F5"/>
      </a:hlink>
      <a:folHlink>
        <a:srgbClr val="3355F5"/>
      </a:folHlink>
    </a:clrScheme>
    <a:fontScheme name="Templafy New">
      <a:majorFont>
        <a:latin typeface="Century Gothic"/>
        <a:ea typeface=""/>
        <a:cs typeface=""/>
      </a:majorFont>
      <a:minorFont>
        <a:latin typeface="Century Gothic"/>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175">
          <a:solidFill>
            <a:srgbClr val="00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70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37B44FF9-65CE-4B4F-96BC-80E32FC06F00}">
  <we:reference id="f1abd87f-a3ba-42fb-91d5-100000000000" version="1.0.0.6" store="EXCatalog" storeType="EXCatalog"/>
  <we:alternateReferences>
    <we:reference id="WA104380278" version="1.0.0.6" store="da-DK"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31863114-7366-4EDE-B278-F1CFA2136DB9}">
  <we:reference id="a674188b-cf48-4b02-b8e5-4b6b8cb80646" version="1.0.0.1" store="EXCatalog" storeType="EXCatalog"/>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emplafyFormConfiguration><![CDATA[{"formFields":[{"dataSourceReadbackFieldName":"Name","distinct":false,"hideIfNoUserInteractionRequired":false,"required":false,"defaultValue":"Internal","autoSelectFirstOption":false,"shareValue":false,"type":"dropDown","dataSourceName":"DocumentClassification","dataSourceFieldName":"Name","name":"DocumentClassification","label":"Document Classification"}],"formDataEntries":[{"name":"DocumentClassification","value":"4yV3mlmyFKC8grMTSMyWhjATPNTjecPdQqR43i+1YXs="}]}]]></TemplafyFormConfiguration>
</file>

<file path=customXml/item3.xml><?xml version="1.0" encoding="utf-8"?>
<TemplafyTemplateConfiguration><![CDATA[{"elementsMetadata":[{"elementConfiguration":{"binding":"{{UserProfile.Office.CompanyName}}","promptAiService":false,"removeAndKeepContent":false,"disableUpdates":false,"type":"text"},"type":"richTextContentControl","id":"7f441215-73e2-404f-9e5f-fab688297c04"},{"elementConfiguration":{"binding":"{{UserProfile.Office.Address}}","promptAiService":false,"removeAndKeepContent":false,"disableUpdates":false,"type":"text"},"type":"richTextContentControl","id":"94ddcb92-c5f7-4b65-bb82-bb6fd346271b"},{"elementConfiguration":{"binding":"{{UserProfile.Office.City}}","promptAiService":false,"removeAndKeepContent":false,"disableUpdates":false,"type":"text"},"type":"richTextContentControl","id":"c3f5bec6-437a-48ea-8203-c65ab22170b2"},{"elementConfiguration":{"binding":"{{UserProfile.Office.Country.Name}}","promptAiService":false,"removeAndKeepContent":false,"disableUpdates":false,"type":"text"},"type":"richTextContentControl","id":"01413083-4df9-44bb-9f28-8a1a91b89980"},{"elementConfiguration":{"binding":"{{UserProfile.Office.Web}}","promptAiService":false,"removeAndKeepContent":false,"disableUpdates":false,"type":"text"},"type":"richTextContentControl","id":"b268968c-01ca-45fe-9614-c008c2e1f158"},{"elementConfiguration":{"visibility":"{{IfElse(Equals(Form.DocumentClassification.Name, \"Public\"), VisibilityType.Hidden, VisibilityType.Visible)}}","disableUpdates":false,"type":"group"},"type":"richTextContentControl","id":"faf21039-e21f-4a5a-a8dc-0b92fac46e0c"},{"elementConfiguration":{"binding":"{{Form.DocumentClassification.Name}}","promptAiService":false,"visibility":"{{IfElse(Equals(Form.DocumentClassification.Name, \"Public\"), VisibilityType.Hidden, VisibilityType.Visible)}}","removeAndKeepContent":false,"disableUpdates":false,"type":"text"},"type":"richTextContentControl","id":"fdc0666c-b80a-416d-8dd0-c1207e420b55"}],"transformationConfigurations":[{"propertyName":"DocumentClassification","propertyValue":"{{Form.DocumentClassification.Name}}","disableUpdates":false,"type":"customDocumentProperty"},{"propertyName":"creator","propertyValue":"{{UserProfile.Name}}","disableUpdates":false,"type":"documentProperty"},{"propertyName":"MSIP_Label_268d2d44-b79e-449c-9cd9-8f3d691da6bf_Enabled","propertyValue":"{{Form.DocumentClassification.Enabled_Confidential}}","disableUpdates":false,"type":"customDocumentProperty"},{"propertyName":"MSIP_Label_268d2d44-b79e-449c-9cd9-8f3d691da6bf_SiteID","propertyValue":"{{Form.DocumentClassification.SiteID_Confidential}}","disableUpdates":false,"type":"customDocumentProperty"},{"propertyName":"MSIP_Label_268d2d44-b79e-449c-9cd9-8f3d691da6bf_ActionID","propertyValue":"{{Form.DocumentClassification.ActionID_Confidential}}","disableUpdates":false,"type":"customDocumentProperty"},{"propertyName":"MSIP_Label_459ef8e5-3aaa-41a0-b30c-a77b6f506147_Enabled","propertyValue":"{{Form.DocumentClassification.Enabled_Internal}}","disableUpdates":false,"type":"customDocumentProperty"},{"propertyName":"MSIP_Label_459ef8e5-3aaa-41a0-b30c-a77b6f506147_SiteID","propertyValue":"{{Form.DocumentClassification.SiteID_Internal}}","disableUpdates":false,"type":"customDocumentProperty"},{"propertyName":"MSIP_Label_459ef8e5-3aaa-41a0-b30c-a77b6f506147_ActionID","propertyValue":"{{Form.DocumentClassification.ActionID_Internal}}","disableUpdates":false,"type":"customDocumentProperty"},{"propertyName":"MSIP_Label_82fa270d-a836-4005-a15e-a64af0ff9093_Enabled","propertyValue":"{{Form.DocumentClassification.Enabled_Public}}","disableUpdates":false,"type":"customDocumentProperty"},{"propertyName":"MSIP_Label_82fa270d-a836-4005-a15e-a64af0ff9093_SiteID","propertyValue":"{{Form.DocumentClassification.SiteID_Public}}","disableUpdates":false,"type":"customDocumentProperty"},{"propertyName":"MSIP_Label_82fa270d-a836-4005-a15e-a64af0ff9093_ActionID","propertyValue":"{{Form.DocumentClassification.ActionID_Public}}","disableUpdates":false,"type":"customDocumentProperty"},{"propertyName":"MSIP_Label_d480aa44-36f9-486d-980d-25a46b728699_Enabled","propertyValue":"{{Form.DocumentClassification.Enabled_Restricted}}","disableUpdates":false,"type":"customDocumentProperty"},{"propertyName":"MSIP_Label_d480aa44-36f9-486d-980d-25a46b728699_SiteID","propertyValue":"{{Form.DocumentClassification.SiteID_Restricted}}","disableUpdates":false,"type":"customDocumentProperty"},{"propertyName":"MSIP_Label_d480aa44-36f9-486d-980d-25a46b728699_ActionID","propertyValue":"{{Form.DocumentClassification.ActionID_Restricted}}","disableUpdates":false,"type":"customDocumentProperty"}],"templateName":"Blank document_SEP24","templateDescription":"","enableDocumentContentUpdater":true,"version":"2.0"}]]></TemplafyTemplateConfiguration>
</file>

<file path=customXml/item4.xml><?xml version="1.0" encoding="utf-8"?>
<ct:contentTypeSchema xmlns:ct="http://schemas.microsoft.com/office/2006/metadata/contentType" xmlns:ma="http://schemas.microsoft.com/office/2006/metadata/properties/metaAttributes" ct:_="" ma:_="" ma:contentTypeName="Document" ma:contentTypeID="0x010100FBBA69CA6D5B124EBE05B83BD966ABAF" ma:contentTypeVersion="19" ma:contentTypeDescription="Create a new document." ma:contentTypeScope="" ma:versionID="ec1f83d43dd14d785fc48818b763a135">
  <xsd:schema xmlns:xsd="http://www.w3.org/2001/XMLSchema" xmlns:xs="http://www.w3.org/2001/XMLSchema" xmlns:p="http://schemas.microsoft.com/office/2006/metadata/properties" xmlns:ns2="70cdc383-ad4d-47a5-b34b-79a132d09e11" xmlns:ns3="9b98cdd8-3e4e-4c76-8e6b-fd671d4ccc78" targetNamespace="http://schemas.microsoft.com/office/2006/metadata/properties" ma:root="true" ma:fieldsID="da993f742e62602c077e156c66872553" ns2:_="" ns3:_="">
    <xsd:import namespace="70cdc383-ad4d-47a5-b34b-79a132d09e11"/>
    <xsd:import namespace="9b98cdd8-3e4e-4c76-8e6b-fd671d4ccc7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DateTaken" minOccurs="0"/>
                <xsd:element ref="ns3:MediaServiceLocation" minOccurs="0"/>
                <xsd:element ref="ns3:MediaServiceAutoKeyPoints" minOccurs="0"/>
                <xsd:element ref="ns3:MediaServiceKeyPoints" minOccurs="0"/>
                <xsd:element ref="ns3:pick"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dc383-ad4d-47a5-b34b-79a132d09e1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49f3f36-d23d-4d44-927a-9fa7f8ea5c16}" ma:internalName="TaxCatchAll" ma:showField="CatchAllData" ma:web="70cdc383-ad4d-47a5-b34b-79a132d09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b98cdd8-3e4e-4c76-8e6b-fd671d4ccc7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ick" ma:index="20" nillable="true" ma:displayName="pick" ma:format="Dropdown" ma:internalName="pick">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2861808-6063-42e9-a3e0-76e85824ff44"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FD0F34-8EDF-4CC9-BDBE-18EEA9FE930A}">
  <ds:schemaRefs>
    <ds:schemaRef ds:uri="http://schemas.openxmlformats.org/officeDocument/2006/bibliography"/>
  </ds:schemaRefs>
</ds:datastoreItem>
</file>

<file path=customXml/itemProps2.xml><?xml version="1.0" encoding="utf-8"?>
<ds:datastoreItem xmlns:ds="http://schemas.openxmlformats.org/officeDocument/2006/customXml" ds:itemID="{FF10F2A1-FA66-466B-8E5E-576396661678}">
  <ds:schemaRefs/>
</ds:datastoreItem>
</file>

<file path=customXml/itemProps3.xml><?xml version="1.0" encoding="utf-8"?>
<ds:datastoreItem xmlns:ds="http://schemas.openxmlformats.org/officeDocument/2006/customXml" ds:itemID="{BE1E0F14-99CA-4F3F-AC6C-3AEAD7224A31}">
  <ds:schemaRefs/>
</ds:datastoreItem>
</file>

<file path=customXml/itemProps4.xml><?xml version="1.0" encoding="utf-8"?>
<ds:datastoreItem xmlns:ds="http://schemas.openxmlformats.org/officeDocument/2006/customXml" ds:itemID="{0C1ADAEE-1437-4F2A-AA61-743C3F06B7CD}"/>
</file>

<file path=customXml/itemProps5.xml><?xml version="1.0" encoding="utf-8"?>
<ds:datastoreItem xmlns:ds="http://schemas.openxmlformats.org/officeDocument/2006/customXml" ds:itemID="{2183318E-F26C-4670-94D1-8BE5F2633B23}"/>
</file>

<file path=docProps/app.xml><?xml version="1.0" encoding="utf-8"?>
<Properties xmlns="http://schemas.openxmlformats.org/officeDocument/2006/extended-properties" xmlns:vt="http://schemas.openxmlformats.org/officeDocument/2006/docPropsVTypes">
  <Template>C:\Users\MAP\Downloads\Letter.dotm</Template>
  <TotalTime>1</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Theilmann Nielsen</dc:creator>
  <cp:lastModifiedBy>Laura Theilmann Nielsen</cp:lastModifiedBy>
  <cp:revision>3</cp:revision>
  <dcterms:created xsi:type="dcterms:W3CDTF">2024-09-17T18:54:00Z</dcterms:created>
  <dcterms:modified xsi:type="dcterms:W3CDTF">2024-09-17T18:55:00Z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9ef8e5-3aaa-41a0-b30c-a77b6f506147_Enabled">
    <vt:lpwstr/>
  </property>
  <property fmtid="{D5CDD505-2E9C-101B-9397-08002B2CF9AE}" pid="3" name="MSIP_Label_459ef8e5-3aaa-41a0-b30c-a77b6f506147_SetDate">
    <vt:lpwstr>2023-09-19T09:28:26Z</vt:lpwstr>
  </property>
  <property fmtid="{D5CDD505-2E9C-101B-9397-08002B2CF9AE}" pid="4" name="MSIP_Label_459ef8e5-3aaa-41a0-b30c-a77b6f506147_Method">
    <vt:lpwstr>Standard</vt:lpwstr>
  </property>
  <property fmtid="{D5CDD505-2E9C-101B-9397-08002B2CF9AE}" pid="5" name="MSIP_Label_459ef8e5-3aaa-41a0-b30c-a77b6f506147_Name">
    <vt:lpwstr>Internal</vt:lpwstr>
  </property>
  <property fmtid="{D5CDD505-2E9C-101B-9397-08002B2CF9AE}" pid="6" name="MSIP_Label_459ef8e5-3aaa-41a0-b30c-a77b6f506147_SiteId">
    <vt:lpwstr/>
  </property>
  <property fmtid="{D5CDD505-2E9C-101B-9397-08002B2CF9AE}" pid="7" name="MSIP_Label_459ef8e5-3aaa-41a0-b30c-a77b6f506147_ActionId">
    <vt:lpwstr/>
  </property>
  <property fmtid="{D5CDD505-2E9C-101B-9397-08002B2CF9AE}" pid="8" name="MSIP_Label_459ef8e5-3aaa-41a0-b30c-a77b6f506147_ContentBits">
    <vt:lpwstr>0</vt:lpwstr>
  </property>
  <property fmtid="{D5CDD505-2E9C-101B-9397-08002B2CF9AE}" pid="9" name="TemplafyTenantId">
    <vt:lpwstr>templafy</vt:lpwstr>
  </property>
  <property fmtid="{D5CDD505-2E9C-101B-9397-08002B2CF9AE}" pid="10" name="TemplafyTemplateId">
    <vt:lpwstr>938454753157054854</vt:lpwstr>
  </property>
  <property fmtid="{D5CDD505-2E9C-101B-9397-08002B2CF9AE}" pid="11" name="TemplafyUserProfileId">
    <vt:lpwstr>637430120793274397</vt:lpwstr>
  </property>
  <property fmtid="{D5CDD505-2E9C-101B-9397-08002B2CF9AE}" pid="12" name="DocumentClassification">
    <vt:lpwstr>Public</vt:lpwstr>
  </property>
  <property fmtid="{D5CDD505-2E9C-101B-9397-08002B2CF9AE}" pid="13" name="MSIP_Label_268d2d44-b79e-449c-9cd9-8f3d691da6bf_Enabled">
    <vt:lpwstr/>
  </property>
  <property fmtid="{D5CDD505-2E9C-101B-9397-08002B2CF9AE}" pid="14" name="MSIP_Label_268d2d44-b79e-449c-9cd9-8f3d691da6bf_SiteID">
    <vt:lpwstr/>
  </property>
  <property fmtid="{D5CDD505-2E9C-101B-9397-08002B2CF9AE}" pid="15" name="MSIP_Label_268d2d44-b79e-449c-9cd9-8f3d691da6bf_ActionID">
    <vt:lpwstr/>
  </property>
  <property fmtid="{D5CDD505-2E9C-101B-9397-08002B2CF9AE}" pid="16" name="MSIP_Label_82fa270d-a836-4005-a15e-a64af0ff9093_Enabled">
    <vt:lpwstr>true</vt:lpwstr>
  </property>
  <property fmtid="{D5CDD505-2E9C-101B-9397-08002B2CF9AE}" pid="17" name="MSIP_Label_82fa270d-a836-4005-a15e-a64af0ff9093_SiteID">
    <vt:lpwstr>9343c96b-27bb-4092-add6-977870612481</vt:lpwstr>
  </property>
  <property fmtid="{D5CDD505-2E9C-101B-9397-08002B2CF9AE}" pid="18" name="MSIP_Label_82fa270d-a836-4005-a15e-a64af0ff9093_ActionID">
    <vt:lpwstr>f5fc7be0-05ee-4be6-8024-c05f2cb8944a</vt:lpwstr>
  </property>
  <property fmtid="{D5CDD505-2E9C-101B-9397-08002B2CF9AE}" pid="19" name="MSIP_Label_d480aa44-36f9-486d-980d-25a46b728699_Enabled">
    <vt:lpwstr/>
  </property>
  <property fmtid="{D5CDD505-2E9C-101B-9397-08002B2CF9AE}" pid="20" name="MSIP_Label_d480aa44-36f9-486d-980d-25a46b728699_SiteID">
    <vt:lpwstr/>
  </property>
  <property fmtid="{D5CDD505-2E9C-101B-9397-08002B2CF9AE}" pid="21" name="MSIP_Label_d480aa44-36f9-486d-980d-25a46b728699_ActionID">
    <vt:lpwstr/>
  </property>
  <property fmtid="{D5CDD505-2E9C-101B-9397-08002B2CF9AE}" pid="22" name="TemplafyFromBlank">
    <vt:bool>false</vt:bool>
  </property>
</Properties>
</file>